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dashed" w:sz="12" w:space="0" w:color="7F7F7F" w:themeColor="text1" w:themeTint="80"/>
          <w:left w:val="dashed" w:sz="12" w:space="0" w:color="7F7F7F" w:themeColor="text1" w:themeTint="80"/>
          <w:bottom w:val="dashed" w:sz="12" w:space="0" w:color="7F7F7F" w:themeColor="text1" w:themeTint="80"/>
          <w:right w:val="dashed" w:sz="12" w:space="0" w:color="7F7F7F" w:themeColor="text1" w:themeTint="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etty cash receipt"/>
      </w:tblPr>
      <w:tblGrid>
        <w:gridCol w:w="9330"/>
      </w:tblGrid>
      <w:tr w:rsidR="00A5164B">
        <w:tc>
          <w:tcPr>
            <w:tcW w:w="9576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eceipt date, number and amount"/>
            </w:tblPr>
            <w:tblGrid>
              <w:gridCol w:w="1600"/>
              <w:gridCol w:w="4979"/>
              <w:gridCol w:w="1326"/>
              <w:gridCol w:w="1364"/>
              <w:gridCol w:w="31"/>
            </w:tblGrid>
            <w:tr w:rsidR="00A5164B" w:rsidTr="00506D43">
              <w:trPr>
                <w:trHeight w:val="1152"/>
              </w:trPr>
              <w:tc>
                <w:tcPr>
                  <w:tcW w:w="6579" w:type="dxa"/>
                  <w:gridSpan w:val="2"/>
                  <w:vAlign w:val="bottom"/>
                </w:tcPr>
                <w:p w:rsidR="00A5164B" w:rsidRDefault="00506D43">
                  <w:pPr>
                    <w:pStyle w:val="Heading1"/>
                  </w:pPr>
                  <w:r>
                    <w:t>Bazaar</w:t>
                  </w:r>
                  <w:r w:rsidR="00FC387C">
                    <w:t xml:space="preserve"> receipt</w:t>
                  </w:r>
                </w:p>
              </w:tc>
              <w:tc>
                <w:tcPr>
                  <w:tcW w:w="1326" w:type="dxa"/>
                </w:tcPr>
                <w:p w:rsidR="00A5164B" w:rsidRDefault="00FC387C">
                  <w:pPr>
                    <w:pStyle w:val="Heading3"/>
                    <w:contextualSpacing/>
                  </w:pPr>
                  <w:r>
                    <w:t>Date</w:t>
                  </w:r>
                </w:p>
                <w:p w:rsidR="00A5164B" w:rsidRDefault="00EA2CE9">
                  <w:pPr>
                    <w:pStyle w:val="Heading3"/>
                  </w:pPr>
                  <w:r>
                    <w:t xml:space="preserve">Receipt </w:t>
                  </w:r>
                  <w:r w:rsidR="00FC387C">
                    <w:t>Number</w:t>
                  </w:r>
                </w:p>
                <w:p w:rsidR="00A5164B" w:rsidRDefault="00A5164B">
                  <w:pPr>
                    <w:pStyle w:val="Heading2"/>
                  </w:pPr>
                </w:p>
              </w:tc>
              <w:tc>
                <w:tcPr>
                  <w:tcW w:w="1395" w:type="dxa"/>
                  <w:gridSpan w:val="2"/>
                </w:tcPr>
                <w:p w:rsidR="00A5164B" w:rsidRDefault="00FC387C">
                  <w:pPr>
                    <w:pStyle w:val="Dateandnumber"/>
                    <w:contextualSpacing/>
                  </w:pPr>
                  <w:sdt>
                    <w:sdtPr>
                      <w:id w:val="-1324728807"/>
                      <w:placeholder>
                        <w:docPart w:val="880E234932704515B6A0AFB1DC2C79BD"/>
                      </w:placeholder>
                      <w:showingPlcHdr/>
                      <w:date w:fullDate="2012-06-30T00:00:00Z"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</w:p>
                <w:p w:rsidR="00A5164B" w:rsidRDefault="00FC387C">
                  <w:pPr>
                    <w:pStyle w:val="Dateandnumber"/>
                    <w:rPr>
                      <w:rFonts w:eastAsiaTheme="minorEastAsia" w:cstheme="minorBidi"/>
                      <w:szCs w:val="20"/>
                    </w:rPr>
                  </w:pPr>
                  <w:sdt>
                    <w:sdtPr>
                      <w:rPr>
                        <w:rFonts w:asciiTheme="majorHAnsi" w:eastAsiaTheme="majorEastAsia" w:hAnsiTheme="majorHAnsi" w:cstheme="majorBidi"/>
                        <w:color w:val="418AB3" w:themeColor="accent1"/>
                      </w:rPr>
                      <w:id w:val="-1544133390"/>
                      <w:placeholder>
                        <w:docPart w:val="16F49D57DE3644AD8B964566D1CD3BF0"/>
                      </w:placeholder>
                      <w15:appearance w15:val="hidden"/>
                    </w:sdtPr>
                    <w:sdtEndPr>
                      <w:rPr>
                        <w:rFonts w:asciiTheme="minorHAnsi" w:eastAsiaTheme="minorEastAsia" w:hAnsiTheme="minorHAnsi" w:cstheme="minorBidi"/>
                        <w:color w:val="7F7F7F" w:themeColor="text1" w:themeTint="80"/>
                      </w:rPr>
                    </w:sdtEndPr>
                    <w:sdtContent>
                      <w:r w:rsidR="008D1050">
                        <w:rPr>
                          <w:rFonts w:asciiTheme="majorHAnsi" w:eastAsiaTheme="majorEastAsia" w:hAnsiTheme="majorHAnsi" w:cstheme="majorBidi"/>
                          <w:color w:val="418AB3" w:themeColor="accent1"/>
                        </w:rPr>
                        <w:t>001</w:t>
                      </w:r>
                    </w:sdtContent>
                  </w:sdt>
                </w:p>
                <w:p w:rsidR="00A5164B" w:rsidRDefault="00A5164B" w:rsidP="00506D43">
                  <w:pPr>
                    <w:pStyle w:val="Amount"/>
                  </w:pPr>
                </w:p>
              </w:tc>
            </w:tr>
            <w:tr w:rsidR="00A5164B" w:rsidTr="00506D43">
              <w:trPr>
                <w:trHeight w:val="57"/>
              </w:trPr>
              <w:tc>
                <w:tcPr>
                  <w:tcW w:w="6579" w:type="dxa"/>
                  <w:gridSpan w:val="2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A5164B" w:rsidRDefault="00A5164B" w:rsidP="00506D43">
                  <w:pPr>
                    <w:ind w:left="0"/>
                  </w:pPr>
                </w:p>
              </w:tc>
              <w:tc>
                <w:tcPr>
                  <w:tcW w:w="1326" w:type="dxa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A5164B" w:rsidRDefault="00A5164B"/>
              </w:tc>
              <w:tc>
                <w:tcPr>
                  <w:tcW w:w="1395" w:type="dxa"/>
                  <w:gridSpan w:val="2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A5164B" w:rsidRDefault="00A5164B"/>
              </w:tc>
            </w:tr>
            <w:tr w:rsidR="00A5164B" w:rsidTr="00506D43">
              <w:tblPrEx>
                <w:tbl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blBorders>
              </w:tblPrEx>
              <w:trPr>
                <w:gridAfter w:val="1"/>
                <w:wAfter w:w="26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164B" w:rsidRDefault="00FC387C" w:rsidP="00506D43">
                  <w:pPr>
                    <w:pStyle w:val="Heading2"/>
                  </w:pPr>
                  <w:r>
                    <w:t>Description</w:t>
                  </w:r>
                  <w:r w:rsidR="00506D43">
                    <w:t xml:space="preserve"> (including number)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164B" w:rsidRDefault="00A5164B"/>
              </w:tc>
            </w:tr>
            <w:tr w:rsidR="00A5164B" w:rsidTr="00506D43">
              <w:tblPrEx>
                <w:tbl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blBorders>
              </w:tblPrEx>
              <w:trPr>
                <w:gridAfter w:val="1"/>
                <w:wAfter w:w="26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164B" w:rsidRDefault="00506D43">
                  <w:pPr>
                    <w:pStyle w:val="Heading2"/>
                  </w:pPr>
                  <w:r>
                    <w:t>Buyer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5164B" w:rsidRDefault="00A5164B"/>
              </w:tc>
            </w:tr>
            <w:tr w:rsidR="00A5164B" w:rsidTr="00506D43">
              <w:tblPrEx>
                <w:tbl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blBorders>
              </w:tblPrEx>
              <w:trPr>
                <w:gridAfter w:val="1"/>
                <w:wAfter w:w="26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164B" w:rsidRDefault="00506D43">
                  <w:pPr>
                    <w:pStyle w:val="Heading2"/>
                  </w:pPr>
                  <w:r>
                    <w:t>Seller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5164B" w:rsidRDefault="00A5164B"/>
              </w:tc>
            </w:tr>
            <w:tr w:rsidR="00A5164B" w:rsidTr="00506D43">
              <w:tblPrEx>
                <w:tbl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blBorders>
              </w:tblPrEx>
              <w:trPr>
                <w:gridAfter w:val="1"/>
                <w:wAfter w:w="26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164B" w:rsidRDefault="00506D43">
                  <w:pPr>
                    <w:pStyle w:val="Heading2"/>
                  </w:pPr>
                  <w:r>
                    <w:t>Total Amount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A5164B" w:rsidRDefault="00A5164B"/>
              </w:tc>
            </w:tr>
            <w:tr w:rsidR="00A5164B" w:rsidTr="00506D43">
              <w:tblPrEx>
                <w:tbl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blBorders>
              </w:tblPrEx>
              <w:trPr>
                <w:trHeight w:hRule="exact" w:val="144"/>
              </w:trPr>
              <w:tc>
                <w:tcPr>
                  <w:tcW w:w="1600" w:type="dxa"/>
                  <w:tcBorders>
                    <w:top w:val="nil"/>
                    <w:bottom w:val="nil"/>
                  </w:tcBorders>
                </w:tcPr>
                <w:p w:rsidR="00A5164B" w:rsidRDefault="00A5164B"/>
              </w:tc>
              <w:tc>
                <w:tcPr>
                  <w:tcW w:w="7691" w:type="dxa"/>
                  <w:gridSpan w:val="4"/>
                  <w:tcBorders>
                    <w:top w:val="nil"/>
                    <w:bottom w:val="nil"/>
                  </w:tcBorders>
                </w:tcPr>
                <w:p w:rsidR="00A5164B" w:rsidRDefault="00A5164B"/>
              </w:tc>
            </w:tr>
          </w:tbl>
          <w:p w:rsidR="00A5164B" w:rsidRDefault="00A5164B"/>
        </w:tc>
        <w:bookmarkStart w:id="0" w:name="_GoBack"/>
        <w:bookmarkEnd w:id="0"/>
      </w:tr>
    </w:tbl>
    <w:p w:rsidR="00A5164B" w:rsidRDefault="00A5164B">
      <w:pPr>
        <w:pStyle w:val="Receiptspacer"/>
      </w:pPr>
    </w:p>
    <w:tbl>
      <w:tblPr>
        <w:tblW w:w="5000" w:type="pct"/>
        <w:tblBorders>
          <w:top w:val="dashed" w:sz="12" w:space="0" w:color="7F7F7F" w:themeColor="text1" w:themeTint="80"/>
          <w:left w:val="dashed" w:sz="12" w:space="0" w:color="7F7F7F" w:themeColor="text1" w:themeTint="80"/>
          <w:bottom w:val="dashed" w:sz="12" w:space="0" w:color="7F7F7F" w:themeColor="text1" w:themeTint="80"/>
          <w:right w:val="dashed" w:sz="12" w:space="0" w:color="7F7F7F" w:themeColor="text1" w:themeTint="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etty cash receipt"/>
      </w:tblPr>
      <w:tblGrid>
        <w:gridCol w:w="9330"/>
      </w:tblGrid>
      <w:tr w:rsidR="00A5164B" w:rsidTr="00506D43">
        <w:trPr>
          <w:trHeight w:val="3426"/>
        </w:trPr>
        <w:tc>
          <w:tcPr>
            <w:tcW w:w="9576" w:type="dxa"/>
          </w:tcPr>
          <w:tbl>
            <w:tblPr>
              <w:tblW w:w="9300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Description of expenses and signatures"/>
            </w:tblPr>
            <w:tblGrid>
              <w:gridCol w:w="1600"/>
              <w:gridCol w:w="4979"/>
              <w:gridCol w:w="1326"/>
              <w:gridCol w:w="1364"/>
              <w:gridCol w:w="31"/>
            </w:tblGrid>
            <w:tr w:rsidR="00A5164B" w:rsidTr="00506D43">
              <w:trPr>
                <w:trHeight w:hRule="exact" w:val="144"/>
              </w:trPr>
              <w:tc>
                <w:tcPr>
                  <w:tcW w:w="1600" w:type="dxa"/>
                  <w:tcBorders>
                    <w:top w:val="nil"/>
                    <w:bottom w:val="nil"/>
                  </w:tcBorders>
                </w:tcPr>
                <w:p w:rsidR="00A5164B" w:rsidRDefault="00A5164B" w:rsidP="00506D43">
                  <w:pPr>
                    <w:spacing w:before="0" w:after="200" w:line="276" w:lineRule="auto"/>
                    <w:ind w:left="0" w:right="0"/>
                    <w:contextualSpacing w:val="0"/>
                    <w:outlineLvl w:val="9"/>
                  </w:pPr>
                </w:p>
              </w:tc>
              <w:tc>
                <w:tcPr>
                  <w:tcW w:w="7691" w:type="dxa"/>
                  <w:gridSpan w:val="4"/>
                  <w:tcBorders>
                    <w:top w:val="nil"/>
                    <w:bottom w:val="nil"/>
                  </w:tcBorders>
                </w:tcPr>
                <w:p w:rsidR="00A5164B" w:rsidRDefault="00A5164B"/>
              </w:tc>
            </w:tr>
            <w:tr w:rsidR="00506D43" w:rsidTr="00506D4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blBorders>
              </w:tblPrEx>
              <w:trPr>
                <w:trHeight w:val="1152"/>
              </w:trPr>
              <w:tc>
                <w:tcPr>
                  <w:tcW w:w="6579" w:type="dxa"/>
                  <w:gridSpan w:val="2"/>
                  <w:vAlign w:val="bottom"/>
                </w:tcPr>
                <w:p w:rsidR="00506D43" w:rsidRDefault="00506D43" w:rsidP="00506D43">
                  <w:pPr>
                    <w:pStyle w:val="Heading1"/>
                  </w:pPr>
                  <w:r>
                    <w:t>Bazaar receipt</w:t>
                  </w:r>
                </w:p>
              </w:tc>
              <w:tc>
                <w:tcPr>
                  <w:tcW w:w="1326" w:type="dxa"/>
                </w:tcPr>
                <w:p w:rsidR="00506D43" w:rsidRDefault="00506D43" w:rsidP="00506D43">
                  <w:pPr>
                    <w:pStyle w:val="Heading3"/>
                    <w:contextualSpacing/>
                  </w:pPr>
                  <w:r>
                    <w:t>Date</w:t>
                  </w:r>
                </w:p>
                <w:p w:rsidR="00506D43" w:rsidRDefault="00506D43" w:rsidP="00506D43">
                  <w:pPr>
                    <w:pStyle w:val="Heading3"/>
                  </w:pPr>
                  <w:r>
                    <w:t>Number</w:t>
                  </w:r>
                </w:p>
                <w:p w:rsidR="00506D43" w:rsidRDefault="00506D43" w:rsidP="00506D43">
                  <w:pPr>
                    <w:pStyle w:val="Heading2"/>
                  </w:pPr>
                </w:p>
              </w:tc>
              <w:tc>
                <w:tcPr>
                  <w:tcW w:w="1395" w:type="dxa"/>
                  <w:gridSpan w:val="2"/>
                </w:tcPr>
                <w:p w:rsidR="00506D43" w:rsidRDefault="00506D43" w:rsidP="00506D43">
                  <w:pPr>
                    <w:pStyle w:val="Dateandnumber"/>
                    <w:contextualSpacing/>
                  </w:pPr>
                  <w:sdt>
                    <w:sdtPr>
                      <w:id w:val="914814964"/>
                      <w:placeholder>
                        <w:docPart w:val="FC2F04F4C04D45C18F59E5CC6A4754CF"/>
                      </w:placeholder>
                      <w:showingPlcHdr/>
                      <w:date w:fullDate="2012-06-30T00:00:00Z"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</w:p>
                <w:p w:rsidR="00506D43" w:rsidRDefault="008D1050" w:rsidP="008D1050">
                  <w:pPr>
                    <w:pStyle w:val="Dateandnumber"/>
                  </w:pPr>
                  <w:r>
                    <w:rPr>
                      <w:rFonts w:asciiTheme="majorHAnsi" w:eastAsiaTheme="majorEastAsia" w:hAnsiTheme="majorHAnsi" w:cstheme="majorBidi"/>
                      <w:color w:val="418AB3" w:themeColor="accent1"/>
                    </w:rPr>
                    <w:t>002</w:t>
                  </w:r>
                </w:p>
              </w:tc>
            </w:tr>
            <w:tr w:rsidR="00506D43" w:rsidTr="00506D4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blBorders>
              </w:tblPrEx>
              <w:trPr>
                <w:trHeight w:val="57"/>
              </w:trPr>
              <w:tc>
                <w:tcPr>
                  <w:tcW w:w="6579" w:type="dxa"/>
                  <w:gridSpan w:val="2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506D43" w:rsidRDefault="00506D43" w:rsidP="00506D43">
                  <w:pPr>
                    <w:ind w:left="0"/>
                  </w:pPr>
                </w:p>
              </w:tc>
              <w:tc>
                <w:tcPr>
                  <w:tcW w:w="1326" w:type="dxa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506D43" w:rsidRDefault="00506D43" w:rsidP="00506D43"/>
              </w:tc>
              <w:tc>
                <w:tcPr>
                  <w:tcW w:w="1395" w:type="dxa"/>
                  <w:gridSpan w:val="2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506D43" w:rsidRDefault="00506D43" w:rsidP="00506D43"/>
              </w:tc>
            </w:tr>
            <w:tr w:rsidR="00506D43" w:rsidTr="00506D43">
              <w:trPr>
                <w:gridAfter w:val="1"/>
                <w:wAfter w:w="31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D43" w:rsidRDefault="00506D43" w:rsidP="00506D43">
                  <w:pPr>
                    <w:pStyle w:val="Heading2"/>
                  </w:pPr>
                  <w:r>
                    <w:t>Description (including number)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06D43" w:rsidRDefault="00506D43" w:rsidP="00506D43"/>
              </w:tc>
            </w:tr>
            <w:tr w:rsidR="00506D43" w:rsidTr="00506D43">
              <w:trPr>
                <w:gridAfter w:val="1"/>
                <w:wAfter w:w="31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D43" w:rsidRDefault="00506D43" w:rsidP="00506D43">
                  <w:pPr>
                    <w:pStyle w:val="Heading2"/>
                  </w:pPr>
                  <w:r>
                    <w:t>Buyer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06D43" w:rsidRDefault="00506D43" w:rsidP="00506D43"/>
              </w:tc>
            </w:tr>
            <w:tr w:rsidR="00506D43" w:rsidTr="00506D43">
              <w:trPr>
                <w:gridAfter w:val="1"/>
                <w:wAfter w:w="31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D43" w:rsidRDefault="00506D43" w:rsidP="00506D43">
                  <w:pPr>
                    <w:pStyle w:val="Heading2"/>
                  </w:pPr>
                  <w:r>
                    <w:t>Seller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06D43" w:rsidRDefault="00506D43" w:rsidP="00506D43"/>
              </w:tc>
            </w:tr>
            <w:tr w:rsidR="00506D43" w:rsidTr="00506D43">
              <w:trPr>
                <w:gridAfter w:val="1"/>
                <w:wAfter w:w="31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D43" w:rsidRDefault="00506D43" w:rsidP="00506D43">
                  <w:pPr>
                    <w:pStyle w:val="Heading2"/>
                  </w:pPr>
                  <w:r>
                    <w:t>Total Amount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06D43" w:rsidRDefault="00506D43" w:rsidP="00506D43"/>
              </w:tc>
            </w:tr>
            <w:tr w:rsidR="00506D43" w:rsidTr="00506D43">
              <w:trPr>
                <w:trHeight w:hRule="exact" w:val="144"/>
              </w:trPr>
              <w:tc>
                <w:tcPr>
                  <w:tcW w:w="1600" w:type="dxa"/>
                  <w:tcBorders>
                    <w:top w:val="nil"/>
                    <w:bottom w:val="nil"/>
                  </w:tcBorders>
                </w:tcPr>
                <w:p w:rsidR="00506D43" w:rsidRDefault="00506D43" w:rsidP="00506D43"/>
              </w:tc>
              <w:tc>
                <w:tcPr>
                  <w:tcW w:w="7700" w:type="dxa"/>
                  <w:gridSpan w:val="4"/>
                  <w:tcBorders>
                    <w:top w:val="nil"/>
                    <w:bottom w:val="nil"/>
                  </w:tcBorders>
                </w:tcPr>
                <w:p w:rsidR="00506D43" w:rsidRDefault="00506D43" w:rsidP="00506D43"/>
              </w:tc>
            </w:tr>
          </w:tbl>
          <w:p w:rsidR="00A5164B" w:rsidRDefault="00A5164B"/>
        </w:tc>
      </w:tr>
    </w:tbl>
    <w:p w:rsidR="00A5164B" w:rsidRDefault="00A5164B" w:rsidP="00506D43">
      <w:pPr>
        <w:pStyle w:val="Receiptspacer"/>
        <w:ind w:left="0"/>
      </w:pPr>
    </w:p>
    <w:tbl>
      <w:tblPr>
        <w:tblW w:w="5000" w:type="pct"/>
        <w:tblBorders>
          <w:top w:val="dashed" w:sz="12" w:space="0" w:color="7F7F7F" w:themeColor="text1" w:themeTint="80"/>
          <w:left w:val="dashed" w:sz="12" w:space="0" w:color="7F7F7F" w:themeColor="text1" w:themeTint="80"/>
          <w:bottom w:val="dashed" w:sz="12" w:space="0" w:color="7F7F7F" w:themeColor="text1" w:themeTint="80"/>
          <w:right w:val="dashed" w:sz="12" w:space="0" w:color="7F7F7F" w:themeColor="text1" w:themeTint="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etty cash receipt"/>
      </w:tblPr>
      <w:tblGrid>
        <w:gridCol w:w="9330"/>
      </w:tblGrid>
      <w:tr w:rsidR="00A5164B" w:rsidTr="00506D43">
        <w:trPr>
          <w:trHeight w:val="4164"/>
        </w:trPr>
        <w:tc>
          <w:tcPr>
            <w:tcW w:w="9576" w:type="dxa"/>
          </w:tcPr>
          <w:tbl>
            <w:tblPr>
              <w:tblW w:w="9300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Description of expenses and signatures"/>
            </w:tblPr>
            <w:tblGrid>
              <w:gridCol w:w="1600"/>
              <w:gridCol w:w="4979"/>
              <w:gridCol w:w="1326"/>
              <w:gridCol w:w="1364"/>
              <w:gridCol w:w="31"/>
            </w:tblGrid>
            <w:tr w:rsidR="00A5164B" w:rsidTr="00506D43">
              <w:trPr>
                <w:trHeight w:hRule="exact" w:val="144"/>
              </w:trPr>
              <w:tc>
                <w:tcPr>
                  <w:tcW w:w="1600" w:type="dxa"/>
                  <w:tcBorders>
                    <w:top w:val="nil"/>
                    <w:bottom w:val="nil"/>
                  </w:tcBorders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Receipt date, number and amount"/>
                  </w:tblPr>
                  <w:tblGrid>
                    <w:gridCol w:w="285"/>
                    <w:gridCol w:w="826"/>
                    <w:gridCol w:w="236"/>
                    <w:gridCol w:w="238"/>
                    <w:gridCol w:w="10"/>
                  </w:tblGrid>
                  <w:tr w:rsidR="00506D43" w:rsidTr="00FC387C">
                    <w:trPr>
                      <w:trHeight w:val="1152"/>
                    </w:trPr>
                    <w:tc>
                      <w:tcPr>
                        <w:tcW w:w="6579" w:type="dxa"/>
                        <w:gridSpan w:val="2"/>
                        <w:vAlign w:val="bottom"/>
                      </w:tcPr>
                      <w:p w:rsidR="00506D43" w:rsidRDefault="00506D43" w:rsidP="00506D43">
                        <w:pPr>
                          <w:pStyle w:val="Heading1"/>
                        </w:pPr>
                        <w:r>
                          <w:t>Bazaar receipt</w:t>
                        </w:r>
                      </w:p>
                    </w:tc>
                    <w:tc>
                      <w:tcPr>
                        <w:tcW w:w="1326" w:type="dxa"/>
                      </w:tcPr>
                      <w:p w:rsidR="00506D43" w:rsidRDefault="00506D43" w:rsidP="00506D43">
                        <w:pPr>
                          <w:pStyle w:val="Heading3"/>
                          <w:contextualSpacing/>
                        </w:pPr>
                        <w:r>
                          <w:t>Date</w:t>
                        </w:r>
                      </w:p>
                      <w:p w:rsidR="00506D43" w:rsidRDefault="00506D43" w:rsidP="00506D43">
                        <w:pPr>
                          <w:pStyle w:val="Heading3"/>
                        </w:pPr>
                        <w:r>
                          <w:t>Number</w:t>
                        </w:r>
                      </w:p>
                      <w:p w:rsidR="00506D43" w:rsidRDefault="00506D43" w:rsidP="00506D43">
                        <w:pPr>
                          <w:pStyle w:val="Heading2"/>
                        </w:pPr>
                      </w:p>
                    </w:tc>
                    <w:tc>
                      <w:tcPr>
                        <w:tcW w:w="1395" w:type="dxa"/>
                        <w:gridSpan w:val="2"/>
                      </w:tcPr>
                      <w:p w:rsidR="00506D43" w:rsidRDefault="00506D43" w:rsidP="00506D43">
                        <w:pPr>
                          <w:pStyle w:val="Dateandnumber"/>
                          <w:contextualSpacing/>
                        </w:pPr>
                        <w:sdt>
                          <w:sdtPr>
                            <w:id w:val="1775979718"/>
                            <w:placeholder>
                              <w:docPart w:val="093A1572E2CD473F8C34A346EDFF744E"/>
                            </w:placeholder>
                            <w:showingPlcHdr/>
                            <w:date w:fullDate="2012-06-30T00:00:00Z">
                              <w:dateFormat w:val="M/d/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r>
                              <w:t>[Date]</w:t>
                            </w:r>
                          </w:sdtContent>
                        </w:sdt>
                      </w:p>
                      <w:p w:rsidR="00506D43" w:rsidRDefault="00506D43" w:rsidP="00506D43">
                        <w:pPr>
                          <w:pStyle w:val="Dateandnumber"/>
                          <w:rPr>
                            <w:rFonts w:eastAsiaTheme="minorEastAsia" w:cstheme="minorBidi"/>
                            <w:szCs w:val="20"/>
                          </w:rPr>
                        </w:pPr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418AB3" w:themeColor="accent1"/>
                            </w:rPr>
                            <w:id w:val="-1795132108"/>
                            <w:placeholder>
                              <w:docPart w:val="79019A5B70D94CEC880379E5FD6FF672"/>
                            </w:placeholder>
                            <w:showingPlcHdr/>
                            <w15:appearance w15:val="hidden"/>
                          </w:sdtPr>
                          <w:sdtEndPr>
                            <w:rPr>
                              <w:rFonts w:asciiTheme="minorHAnsi" w:eastAsiaTheme="minorEastAsia" w:hAnsiTheme="minorHAnsi" w:cstheme="minorBidi"/>
                              <w:color w:val="7F7F7F" w:themeColor="text1" w:themeTint="80"/>
                            </w:rPr>
                          </w:sdtEndPr>
                          <w:sdtContent>
                            <w:r>
                              <w:t>[Number]</w:t>
                            </w:r>
                          </w:sdtContent>
                        </w:sdt>
                      </w:p>
                      <w:p w:rsidR="00506D43" w:rsidRDefault="00506D43" w:rsidP="00506D43">
                        <w:pPr>
                          <w:pStyle w:val="Amount"/>
                        </w:pPr>
                      </w:p>
                    </w:tc>
                  </w:tr>
                  <w:tr w:rsidR="00506D43" w:rsidTr="00FC387C">
                    <w:trPr>
                      <w:trHeight w:val="57"/>
                    </w:trPr>
                    <w:tc>
                      <w:tcPr>
                        <w:tcW w:w="6579" w:type="dxa"/>
                        <w:gridSpan w:val="2"/>
                        <w:tcBorders>
                          <w:bottom w:val="single" w:sz="18" w:space="0" w:color="7F7F7F" w:themeColor="text1" w:themeTint="80"/>
                        </w:tcBorders>
                        <w:vAlign w:val="bottom"/>
                      </w:tcPr>
                      <w:p w:rsidR="00506D43" w:rsidRDefault="00506D43" w:rsidP="00506D43">
                        <w:pPr>
                          <w:ind w:left="0"/>
                        </w:pPr>
                      </w:p>
                    </w:tc>
                    <w:tc>
                      <w:tcPr>
                        <w:tcW w:w="1326" w:type="dxa"/>
                        <w:tcBorders>
                          <w:bottom w:val="single" w:sz="18" w:space="0" w:color="7F7F7F" w:themeColor="text1" w:themeTint="80"/>
                        </w:tcBorders>
                        <w:vAlign w:val="bottom"/>
                      </w:tcPr>
                      <w:p w:rsidR="00506D43" w:rsidRDefault="00506D43" w:rsidP="00506D43"/>
                    </w:tc>
                    <w:tc>
                      <w:tcPr>
                        <w:tcW w:w="1395" w:type="dxa"/>
                        <w:gridSpan w:val="2"/>
                        <w:tcBorders>
                          <w:bottom w:val="single" w:sz="18" w:space="0" w:color="7F7F7F" w:themeColor="text1" w:themeTint="80"/>
                        </w:tcBorders>
                        <w:vAlign w:val="bottom"/>
                      </w:tcPr>
                      <w:p w:rsidR="00506D43" w:rsidRDefault="00506D43" w:rsidP="00506D43"/>
                    </w:tc>
                  </w:tr>
                  <w:tr w:rsidR="00506D43" w:rsidTr="00FC387C">
                    <w:tblPrEx>
                      <w:tblBorders>
                        <w:top w:val="single" w:sz="4" w:space="0" w:color="FFFFFF" w:themeColor="background1"/>
                        <w:left w:val="single" w:sz="4" w:space="0" w:color="FFFFFF" w:themeColor="background1"/>
                        <w:bottom w:val="single" w:sz="4" w:space="0" w:color="FFFFFF" w:themeColor="background1"/>
                        <w:right w:val="single" w:sz="4" w:space="0" w:color="FFFFFF" w:themeColor="background1"/>
                      </w:tblBorders>
                    </w:tblPrEx>
                    <w:trPr>
                      <w:gridAfter w:val="1"/>
                      <w:wAfter w:w="26" w:type="dxa"/>
                    </w:trPr>
                    <w:tc>
                      <w:tcPr>
                        <w:tcW w:w="1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6D43" w:rsidRDefault="00506D43" w:rsidP="00506D43">
                        <w:pPr>
                          <w:pStyle w:val="Heading2"/>
                        </w:pPr>
                        <w:r>
                          <w:t>Description (including number)</w:t>
                        </w:r>
                      </w:p>
                    </w:tc>
                    <w:tc>
                      <w:tcPr>
                        <w:tcW w:w="7669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506D43" w:rsidRDefault="00506D43" w:rsidP="00506D43"/>
                    </w:tc>
                  </w:tr>
                  <w:tr w:rsidR="00506D43" w:rsidTr="00FC387C">
                    <w:tblPrEx>
                      <w:tblBorders>
                        <w:top w:val="single" w:sz="4" w:space="0" w:color="FFFFFF" w:themeColor="background1"/>
                        <w:left w:val="single" w:sz="4" w:space="0" w:color="FFFFFF" w:themeColor="background1"/>
                        <w:bottom w:val="single" w:sz="4" w:space="0" w:color="FFFFFF" w:themeColor="background1"/>
                        <w:right w:val="single" w:sz="4" w:space="0" w:color="FFFFFF" w:themeColor="background1"/>
                      </w:tblBorders>
                    </w:tblPrEx>
                    <w:trPr>
                      <w:gridAfter w:val="1"/>
                      <w:wAfter w:w="26" w:type="dxa"/>
                    </w:trPr>
                    <w:tc>
                      <w:tcPr>
                        <w:tcW w:w="1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6D43" w:rsidRDefault="00506D43" w:rsidP="00506D43">
                        <w:pPr>
                          <w:pStyle w:val="Heading2"/>
                        </w:pPr>
                        <w:r>
                          <w:t>Buyer</w:t>
                        </w:r>
                      </w:p>
                    </w:tc>
                    <w:tc>
                      <w:tcPr>
                        <w:tcW w:w="766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506D43" w:rsidRDefault="00506D43" w:rsidP="00506D43"/>
                    </w:tc>
                  </w:tr>
                  <w:tr w:rsidR="00506D43" w:rsidTr="00FC387C">
                    <w:tblPrEx>
                      <w:tblBorders>
                        <w:top w:val="single" w:sz="4" w:space="0" w:color="FFFFFF" w:themeColor="background1"/>
                        <w:left w:val="single" w:sz="4" w:space="0" w:color="FFFFFF" w:themeColor="background1"/>
                        <w:bottom w:val="single" w:sz="4" w:space="0" w:color="FFFFFF" w:themeColor="background1"/>
                        <w:right w:val="single" w:sz="4" w:space="0" w:color="FFFFFF" w:themeColor="background1"/>
                      </w:tblBorders>
                    </w:tblPrEx>
                    <w:trPr>
                      <w:gridAfter w:val="1"/>
                      <w:wAfter w:w="26" w:type="dxa"/>
                    </w:trPr>
                    <w:tc>
                      <w:tcPr>
                        <w:tcW w:w="1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6D43" w:rsidRDefault="00506D43" w:rsidP="00506D43">
                        <w:pPr>
                          <w:pStyle w:val="Heading2"/>
                        </w:pPr>
                        <w:r>
                          <w:t>Seller</w:t>
                        </w:r>
                      </w:p>
                    </w:tc>
                    <w:tc>
                      <w:tcPr>
                        <w:tcW w:w="766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506D43" w:rsidRDefault="00506D43" w:rsidP="00506D43"/>
                    </w:tc>
                  </w:tr>
                  <w:tr w:rsidR="00506D43" w:rsidTr="00FC387C">
                    <w:tblPrEx>
                      <w:tblBorders>
                        <w:top w:val="single" w:sz="4" w:space="0" w:color="FFFFFF" w:themeColor="background1"/>
                        <w:left w:val="single" w:sz="4" w:space="0" w:color="FFFFFF" w:themeColor="background1"/>
                        <w:bottom w:val="single" w:sz="4" w:space="0" w:color="FFFFFF" w:themeColor="background1"/>
                        <w:right w:val="single" w:sz="4" w:space="0" w:color="FFFFFF" w:themeColor="background1"/>
                      </w:tblBorders>
                    </w:tblPrEx>
                    <w:trPr>
                      <w:gridAfter w:val="1"/>
                      <w:wAfter w:w="26" w:type="dxa"/>
                    </w:trPr>
                    <w:tc>
                      <w:tcPr>
                        <w:tcW w:w="1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06D43" w:rsidRDefault="00506D43" w:rsidP="00506D43">
                        <w:pPr>
                          <w:pStyle w:val="Heading2"/>
                        </w:pPr>
                        <w:r>
                          <w:t>Total Amount</w:t>
                        </w:r>
                      </w:p>
                    </w:tc>
                    <w:tc>
                      <w:tcPr>
                        <w:tcW w:w="766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506D43" w:rsidRDefault="00506D43" w:rsidP="00506D43"/>
                    </w:tc>
                  </w:tr>
                  <w:tr w:rsidR="00506D43" w:rsidTr="00FC387C">
                    <w:tblPrEx>
                      <w:tblBorders>
                        <w:top w:val="single" w:sz="4" w:space="0" w:color="FFFFFF" w:themeColor="background1"/>
                        <w:left w:val="single" w:sz="4" w:space="0" w:color="FFFFFF" w:themeColor="background1"/>
                        <w:bottom w:val="single" w:sz="4" w:space="0" w:color="FFFFFF" w:themeColor="background1"/>
                        <w:right w:val="single" w:sz="4" w:space="0" w:color="FFFFFF" w:themeColor="background1"/>
                      </w:tblBorders>
                    </w:tblPrEx>
                    <w:trPr>
                      <w:trHeight w:hRule="exact" w:val="144"/>
                    </w:trPr>
                    <w:tc>
                      <w:tcPr>
                        <w:tcW w:w="1600" w:type="dxa"/>
                        <w:tcBorders>
                          <w:top w:val="nil"/>
                          <w:bottom w:val="nil"/>
                        </w:tcBorders>
                      </w:tcPr>
                      <w:p w:rsidR="00506D43" w:rsidRDefault="00506D43" w:rsidP="00506D43"/>
                    </w:tc>
                    <w:tc>
                      <w:tcPr>
                        <w:tcW w:w="7691" w:type="dxa"/>
                        <w:gridSpan w:val="4"/>
                        <w:tcBorders>
                          <w:top w:val="nil"/>
                          <w:bottom w:val="nil"/>
                        </w:tcBorders>
                      </w:tcPr>
                      <w:p w:rsidR="00506D43" w:rsidRDefault="00506D43" w:rsidP="00506D43"/>
                    </w:tc>
                  </w:tr>
                </w:tbl>
                <w:p w:rsidR="00A5164B" w:rsidRDefault="00A5164B" w:rsidP="00506D43">
                  <w:pPr>
                    <w:spacing w:before="0" w:after="200" w:line="276" w:lineRule="auto"/>
                    <w:ind w:left="0" w:right="0"/>
                    <w:contextualSpacing w:val="0"/>
                    <w:outlineLvl w:val="9"/>
                  </w:pPr>
                </w:p>
              </w:tc>
              <w:tc>
                <w:tcPr>
                  <w:tcW w:w="7691" w:type="dxa"/>
                  <w:gridSpan w:val="4"/>
                  <w:tcBorders>
                    <w:top w:val="nil"/>
                    <w:bottom w:val="nil"/>
                  </w:tcBorders>
                </w:tcPr>
                <w:p w:rsidR="00A5164B" w:rsidRDefault="00A5164B"/>
              </w:tc>
            </w:tr>
            <w:tr w:rsidR="00506D43" w:rsidTr="00506D4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blBorders>
              </w:tblPrEx>
              <w:trPr>
                <w:trHeight w:val="1152"/>
              </w:trPr>
              <w:tc>
                <w:tcPr>
                  <w:tcW w:w="6579" w:type="dxa"/>
                  <w:gridSpan w:val="2"/>
                  <w:vAlign w:val="bottom"/>
                </w:tcPr>
                <w:p w:rsidR="00506D43" w:rsidRDefault="00506D43" w:rsidP="00506D43">
                  <w:pPr>
                    <w:pStyle w:val="Heading1"/>
                  </w:pPr>
                  <w:r>
                    <w:t>Bazaar receipt</w:t>
                  </w:r>
                </w:p>
              </w:tc>
              <w:tc>
                <w:tcPr>
                  <w:tcW w:w="1326" w:type="dxa"/>
                </w:tcPr>
                <w:p w:rsidR="00506D43" w:rsidRDefault="00506D43" w:rsidP="00506D43">
                  <w:pPr>
                    <w:pStyle w:val="Heading3"/>
                    <w:contextualSpacing/>
                  </w:pPr>
                  <w:r>
                    <w:t>Date</w:t>
                  </w:r>
                </w:p>
                <w:p w:rsidR="00506D43" w:rsidRDefault="00506D43" w:rsidP="00506D43">
                  <w:pPr>
                    <w:pStyle w:val="Heading3"/>
                  </w:pPr>
                  <w:r>
                    <w:t>Number</w:t>
                  </w:r>
                </w:p>
                <w:p w:rsidR="00506D43" w:rsidRDefault="00506D43" w:rsidP="00506D43">
                  <w:pPr>
                    <w:pStyle w:val="Heading2"/>
                  </w:pPr>
                </w:p>
              </w:tc>
              <w:tc>
                <w:tcPr>
                  <w:tcW w:w="1395" w:type="dxa"/>
                  <w:gridSpan w:val="2"/>
                </w:tcPr>
                <w:p w:rsidR="00506D43" w:rsidRDefault="00506D43" w:rsidP="00506D43">
                  <w:pPr>
                    <w:pStyle w:val="Dateandnumber"/>
                    <w:contextualSpacing/>
                  </w:pPr>
                  <w:sdt>
                    <w:sdtPr>
                      <w:id w:val="-600025666"/>
                      <w:placeholder>
                        <w:docPart w:val="FDF7AD7658A249EDB54D0B44562B47A8"/>
                      </w:placeholder>
                      <w:showingPlcHdr/>
                      <w:date w:fullDate="2012-06-30T00:00:00Z"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</w:p>
                <w:p w:rsidR="00506D43" w:rsidRDefault="00506D43" w:rsidP="00506D43">
                  <w:pPr>
                    <w:pStyle w:val="Dateandnumber"/>
                    <w:rPr>
                      <w:rFonts w:eastAsiaTheme="minorEastAsia" w:cstheme="minorBidi"/>
                      <w:szCs w:val="20"/>
                    </w:rPr>
                  </w:pPr>
                  <w:sdt>
                    <w:sdtPr>
                      <w:rPr>
                        <w:rFonts w:asciiTheme="majorHAnsi" w:eastAsiaTheme="majorEastAsia" w:hAnsiTheme="majorHAnsi" w:cstheme="majorBidi"/>
                        <w:color w:val="418AB3" w:themeColor="accent1"/>
                      </w:rPr>
                      <w:id w:val="-1343468957"/>
                      <w:placeholder>
                        <w:docPart w:val="DC5E89FE583E44569A32115FD7B862D3"/>
                      </w:placeholder>
                      <w15:appearance w15:val="hidden"/>
                    </w:sdtPr>
                    <w:sdtEndPr>
                      <w:rPr>
                        <w:rFonts w:asciiTheme="minorHAnsi" w:eastAsiaTheme="minorEastAsia" w:hAnsiTheme="minorHAnsi" w:cstheme="minorBidi"/>
                        <w:color w:val="7F7F7F" w:themeColor="text1" w:themeTint="80"/>
                      </w:rPr>
                    </w:sdtEndPr>
                    <w:sdtContent>
                      <w:r w:rsidR="008D1050">
                        <w:rPr>
                          <w:rFonts w:asciiTheme="majorHAnsi" w:eastAsiaTheme="majorEastAsia" w:hAnsiTheme="majorHAnsi" w:cstheme="majorBidi"/>
                          <w:color w:val="418AB3" w:themeColor="accent1"/>
                        </w:rPr>
                        <w:t>003</w:t>
                      </w:r>
                    </w:sdtContent>
                  </w:sdt>
                </w:p>
                <w:p w:rsidR="00506D43" w:rsidRDefault="00506D43" w:rsidP="00506D43">
                  <w:pPr>
                    <w:pStyle w:val="Amount"/>
                  </w:pPr>
                </w:p>
              </w:tc>
            </w:tr>
            <w:tr w:rsidR="00506D43" w:rsidTr="00506D4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blBorders>
              </w:tblPrEx>
              <w:trPr>
                <w:trHeight w:val="57"/>
              </w:trPr>
              <w:tc>
                <w:tcPr>
                  <w:tcW w:w="6579" w:type="dxa"/>
                  <w:gridSpan w:val="2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506D43" w:rsidRDefault="00506D43" w:rsidP="00506D43">
                  <w:pPr>
                    <w:ind w:left="0"/>
                  </w:pPr>
                </w:p>
              </w:tc>
              <w:tc>
                <w:tcPr>
                  <w:tcW w:w="1326" w:type="dxa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506D43" w:rsidRDefault="00506D43" w:rsidP="00506D43"/>
              </w:tc>
              <w:tc>
                <w:tcPr>
                  <w:tcW w:w="1395" w:type="dxa"/>
                  <w:gridSpan w:val="2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506D43" w:rsidRDefault="00506D43" w:rsidP="00506D43"/>
              </w:tc>
            </w:tr>
            <w:tr w:rsidR="00506D43" w:rsidTr="00506D43">
              <w:trPr>
                <w:gridAfter w:val="1"/>
                <w:wAfter w:w="31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D43" w:rsidRDefault="00506D43" w:rsidP="00506D43">
                  <w:pPr>
                    <w:pStyle w:val="Heading2"/>
                  </w:pPr>
                  <w:r>
                    <w:t>Description (including number)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06D43" w:rsidRDefault="00506D43" w:rsidP="00506D43"/>
              </w:tc>
            </w:tr>
            <w:tr w:rsidR="00506D43" w:rsidTr="00506D43">
              <w:trPr>
                <w:gridAfter w:val="1"/>
                <w:wAfter w:w="31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D43" w:rsidRDefault="00506D43" w:rsidP="00506D43">
                  <w:pPr>
                    <w:pStyle w:val="Heading2"/>
                  </w:pPr>
                  <w:r>
                    <w:t>Buyer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06D43" w:rsidRDefault="00506D43" w:rsidP="00506D43"/>
              </w:tc>
            </w:tr>
            <w:tr w:rsidR="00506D43" w:rsidTr="00506D43">
              <w:trPr>
                <w:gridAfter w:val="1"/>
                <w:wAfter w:w="31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D43" w:rsidRDefault="00506D43" w:rsidP="00506D43">
                  <w:pPr>
                    <w:pStyle w:val="Heading2"/>
                  </w:pPr>
                  <w:r>
                    <w:t>Seller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06D43" w:rsidRDefault="00506D43" w:rsidP="00506D43"/>
              </w:tc>
            </w:tr>
            <w:tr w:rsidR="00506D43" w:rsidTr="00506D43">
              <w:trPr>
                <w:gridAfter w:val="1"/>
                <w:wAfter w:w="31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D43" w:rsidRDefault="00506D43" w:rsidP="00506D43">
                  <w:pPr>
                    <w:pStyle w:val="Heading2"/>
                  </w:pPr>
                  <w:r>
                    <w:t>Total Amount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06D43" w:rsidRDefault="00506D43" w:rsidP="00506D43"/>
              </w:tc>
            </w:tr>
            <w:tr w:rsidR="00506D43" w:rsidTr="00506D43">
              <w:trPr>
                <w:trHeight w:hRule="exact" w:val="144"/>
              </w:trPr>
              <w:tc>
                <w:tcPr>
                  <w:tcW w:w="1600" w:type="dxa"/>
                  <w:tcBorders>
                    <w:top w:val="nil"/>
                    <w:bottom w:val="nil"/>
                  </w:tcBorders>
                </w:tcPr>
                <w:p w:rsidR="00506D43" w:rsidRDefault="00506D43" w:rsidP="00506D43"/>
              </w:tc>
              <w:tc>
                <w:tcPr>
                  <w:tcW w:w="7700" w:type="dxa"/>
                  <w:gridSpan w:val="4"/>
                  <w:tcBorders>
                    <w:top w:val="nil"/>
                    <w:bottom w:val="nil"/>
                  </w:tcBorders>
                </w:tcPr>
                <w:p w:rsidR="00506D43" w:rsidRDefault="00506D43" w:rsidP="00506D43"/>
              </w:tc>
            </w:tr>
          </w:tbl>
          <w:p w:rsidR="00A5164B" w:rsidRDefault="00A5164B"/>
        </w:tc>
      </w:tr>
    </w:tbl>
    <w:p w:rsidR="00A5164B" w:rsidRDefault="00A5164B"/>
    <w:tbl>
      <w:tblPr>
        <w:tblW w:w="5000" w:type="pct"/>
        <w:tblBorders>
          <w:top w:val="dashed" w:sz="12" w:space="0" w:color="7F7F7F" w:themeColor="text1" w:themeTint="80"/>
          <w:left w:val="dashed" w:sz="12" w:space="0" w:color="7F7F7F" w:themeColor="text1" w:themeTint="80"/>
          <w:bottom w:val="dashed" w:sz="12" w:space="0" w:color="7F7F7F" w:themeColor="text1" w:themeTint="80"/>
          <w:right w:val="dashed" w:sz="12" w:space="0" w:color="7F7F7F" w:themeColor="text1" w:themeTint="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etty cash receipt"/>
      </w:tblPr>
      <w:tblGrid>
        <w:gridCol w:w="9330"/>
      </w:tblGrid>
      <w:tr w:rsidR="008D1050" w:rsidTr="008D1050">
        <w:tc>
          <w:tcPr>
            <w:tcW w:w="933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eceipt date, number and amount"/>
            </w:tblPr>
            <w:tblGrid>
              <w:gridCol w:w="1600"/>
              <w:gridCol w:w="4979"/>
              <w:gridCol w:w="1326"/>
              <w:gridCol w:w="1364"/>
              <w:gridCol w:w="31"/>
            </w:tblGrid>
            <w:tr w:rsidR="008D1050" w:rsidTr="00FC387C">
              <w:trPr>
                <w:trHeight w:val="1152"/>
              </w:trPr>
              <w:tc>
                <w:tcPr>
                  <w:tcW w:w="6579" w:type="dxa"/>
                  <w:gridSpan w:val="2"/>
                  <w:vAlign w:val="bottom"/>
                </w:tcPr>
                <w:p w:rsidR="008D1050" w:rsidRDefault="008D1050" w:rsidP="00FC387C">
                  <w:pPr>
                    <w:pStyle w:val="Heading1"/>
                  </w:pPr>
                  <w:r>
                    <w:lastRenderedPageBreak/>
                    <w:t>Bazaar receipt</w:t>
                  </w:r>
                </w:p>
              </w:tc>
              <w:tc>
                <w:tcPr>
                  <w:tcW w:w="1326" w:type="dxa"/>
                </w:tcPr>
                <w:p w:rsidR="008D1050" w:rsidRDefault="008D1050" w:rsidP="00FC387C">
                  <w:pPr>
                    <w:pStyle w:val="Heading3"/>
                    <w:contextualSpacing/>
                  </w:pPr>
                  <w:r>
                    <w:t>Date</w:t>
                  </w:r>
                </w:p>
                <w:p w:rsidR="008D1050" w:rsidRDefault="008D1050" w:rsidP="00FC387C">
                  <w:pPr>
                    <w:pStyle w:val="Heading3"/>
                  </w:pPr>
                  <w:r>
                    <w:t>Receipt Number</w:t>
                  </w:r>
                </w:p>
                <w:p w:rsidR="008D1050" w:rsidRDefault="008D1050" w:rsidP="00FC387C">
                  <w:pPr>
                    <w:pStyle w:val="Heading2"/>
                  </w:pPr>
                </w:p>
              </w:tc>
              <w:tc>
                <w:tcPr>
                  <w:tcW w:w="1395" w:type="dxa"/>
                  <w:gridSpan w:val="2"/>
                </w:tcPr>
                <w:p w:rsidR="008D1050" w:rsidRDefault="008D1050" w:rsidP="00FC387C">
                  <w:pPr>
                    <w:pStyle w:val="Dateandnumber"/>
                    <w:contextualSpacing/>
                  </w:pPr>
                  <w:sdt>
                    <w:sdtPr>
                      <w:id w:val="-399367349"/>
                      <w:placeholder>
                        <w:docPart w:val="C211B3968AE343FAA051DAB66870BA4F"/>
                      </w:placeholder>
                      <w:showingPlcHdr/>
                      <w:date w:fullDate="2012-06-30T00:00:00Z"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</w:p>
                <w:p w:rsidR="008D1050" w:rsidRDefault="008D1050" w:rsidP="00FC387C">
                  <w:pPr>
                    <w:pStyle w:val="Dateandnumber"/>
                    <w:rPr>
                      <w:rFonts w:eastAsiaTheme="minorEastAsia" w:cstheme="minorBidi"/>
                      <w:szCs w:val="20"/>
                    </w:rPr>
                  </w:pPr>
                  <w:sdt>
                    <w:sdtPr>
                      <w:rPr>
                        <w:rFonts w:asciiTheme="majorHAnsi" w:eastAsiaTheme="majorEastAsia" w:hAnsiTheme="majorHAnsi" w:cstheme="majorBidi"/>
                        <w:color w:val="418AB3" w:themeColor="accent1"/>
                      </w:rPr>
                      <w:id w:val="1351600794"/>
                      <w:placeholder>
                        <w:docPart w:val="31952DCE6AB041CCB91B3A00F9D56FA8"/>
                      </w:placeholder>
                      <w15:appearance w15:val="hidden"/>
                    </w:sdtPr>
                    <w:sdtEndPr>
                      <w:rPr>
                        <w:rFonts w:asciiTheme="minorHAnsi" w:eastAsiaTheme="minorEastAsia" w:hAnsiTheme="minorHAnsi" w:cstheme="minorBidi"/>
                        <w:color w:val="7F7F7F" w:themeColor="text1" w:themeTint="80"/>
                      </w:rPr>
                    </w:sdtEndPr>
                    <w:sdtContent>
                      <w:r>
                        <w:rPr>
                          <w:rFonts w:asciiTheme="majorHAnsi" w:eastAsiaTheme="majorEastAsia" w:hAnsiTheme="majorHAnsi" w:cstheme="majorBidi"/>
                          <w:color w:val="418AB3" w:themeColor="accent1"/>
                        </w:rPr>
                        <w:t>001</w:t>
                      </w:r>
                    </w:sdtContent>
                  </w:sdt>
                </w:p>
                <w:p w:rsidR="008D1050" w:rsidRDefault="008D1050" w:rsidP="00FC387C">
                  <w:pPr>
                    <w:pStyle w:val="Amount"/>
                  </w:pPr>
                </w:p>
              </w:tc>
            </w:tr>
            <w:tr w:rsidR="008D1050" w:rsidTr="00FC387C">
              <w:trPr>
                <w:trHeight w:val="57"/>
              </w:trPr>
              <w:tc>
                <w:tcPr>
                  <w:tcW w:w="6579" w:type="dxa"/>
                  <w:gridSpan w:val="2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8D1050" w:rsidRDefault="008D1050" w:rsidP="00FC387C">
                  <w:pPr>
                    <w:ind w:left="0"/>
                  </w:pPr>
                </w:p>
              </w:tc>
              <w:tc>
                <w:tcPr>
                  <w:tcW w:w="1326" w:type="dxa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8D1050" w:rsidRDefault="008D1050" w:rsidP="00FC387C"/>
              </w:tc>
              <w:tc>
                <w:tcPr>
                  <w:tcW w:w="1395" w:type="dxa"/>
                  <w:gridSpan w:val="2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8D1050" w:rsidRDefault="008D1050" w:rsidP="00FC387C"/>
              </w:tc>
            </w:tr>
            <w:tr w:rsidR="008D1050" w:rsidTr="00FC387C">
              <w:tblPrEx>
                <w:tbl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blBorders>
              </w:tblPrEx>
              <w:trPr>
                <w:gridAfter w:val="1"/>
                <w:wAfter w:w="26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D1050" w:rsidRDefault="008D1050" w:rsidP="00FC387C">
                  <w:pPr>
                    <w:pStyle w:val="Heading2"/>
                  </w:pPr>
                  <w:r>
                    <w:t>Description (including number)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D1050" w:rsidRDefault="008D1050" w:rsidP="00FC387C"/>
              </w:tc>
            </w:tr>
            <w:tr w:rsidR="008D1050" w:rsidTr="00FC387C">
              <w:tblPrEx>
                <w:tbl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blBorders>
              </w:tblPrEx>
              <w:trPr>
                <w:gridAfter w:val="1"/>
                <w:wAfter w:w="26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D1050" w:rsidRDefault="008D1050" w:rsidP="00FC387C">
                  <w:pPr>
                    <w:pStyle w:val="Heading2"/>
                  </w:pPr>
                  <w:r>
                    <w:t>Buyer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1050" w:rsidRDefault="008D1050" w:rsidP="00FC387C"/>
              </w:tc>
            </w:tr>
            <w:tr w:rsidR="008D1050" w:rsidTr="00FC387C">
              <w:tblPrEx>
                <w:tbl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blBorders>
              </w:tblPrEx>
              <w:trPr>
                <w:gridAfter w:val="1"/>
                <w:wAfter w:w="26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D1050" w:rsidRDefault="008D1050" w:rsidP="00FC387C">
                  <w:pPr>
                    <w:pStyle w:val="Heading2"/>
                  </w:pPr>
                  <w:r>
                    <w:t>Seller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1050" w:rsidRDefault="008D1050" w:rsidP="00FC387C"/>
              </w:tc>
            </w:tr>
            <w:tr w:rsidR="008D1050" w:rsidTr="00FC387C">
              <w:tblPrEx>
                <w:tbl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blBorders>
              </w:tblPrEx>
              <w:trPr>
                <w:gridAfter w:val="1"/>
                <w:wAfter w:w="26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D1050" w:rsidRDefault="008D1050" w:rsidP="00FC387C">
                  <w:pPr>
                    <w:pStyle w:val="Heading2"/>
                  </w:pPr>
                  <w:r>
                    <w:t>Total Amount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1050" w:rsidRDefault="008D1050" w:rsidP="00FC387C"/>
              </w:tc>
            </w:tr>
            <w:tr w:rsidR="008D1050" w:rsidTr="00FC387C">
              <w:tblPrEx>
                <w:tbl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blBorders>
              </w:tblPrEx>
              <w:trPr>
                <w:trHeight w:hRule="exact" w:val="144"/>
              </w:trPr>
              <w:tc>
                <w:tcPr>
                  <w:tcW w:w="1600" w:type="dxa"/>
                  <w:tcBorders>
                    <w:top w:val="nil"/>
                    <w:bottom w:val="nil"/>
                  </w:tcBorders>
                </w:tcPr>
                <w:p w:rsidR="008D1050" w:rsidRDefault="008D1050" w:rsidP="00FC387C"/>
              </w:tc>
              <w:tc>
                <w:tcPr>
                  <w:tcW w:w="7691" w:type="dxa"/>
                  <w:gridSpan w:val="4"/>
                  <w:tcBorders>
                    <w:top w:val="nil"/>
                    <w:bottom w:val="nil"/>
                  </w:tcBorders>
                </w:tcPr>
                <w:p w:rsidR="008D1050" w:rsidRDefault="008D1050" w:rsidP="00FC387C"/>
              </w:tc>
            </w:tr>
          </w:tbl>
          <w:p w:rsidR="008D1050" w:rsidRDefault="008D1050" w:rsidP="00FC387C"/>
        </w:tc>
      </w:tr>
      <w:tr w:rsidR="008D1050" w:rsidTr="008D1050">
        <w:trPr>
          <w:trHeight w:val="3426"/>
        </w:trPr>
        <w:tc>
          <w:tcPr>
            <w:tcW w:w="9330" w:type="dxa"/>
          </w:tcPr>
          <w:tbl>
            <w:tblPr>
              <w:tblW w:w="9300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Description of expenses and signatures"/>
            </w:tblPr>
            <w:tblGrid>
              <w:gridCol w:w="1600"/>
              <w:gridCol w:w="4979"/>
              <w:gridCol w:w="1326"/>
              <w:gridCol w:w="1364"/>
              <w:gridCol w:w="31"/>
            </w:tblGrid>
            <w:tr w:rsidR="008D1050" w:rsidTr="0024019C">
              <w:trPr>
                <w:trHeight w:hRule="exact" w:val="468"/>
              </w:trPr>
              <w:tc>
                <w:tcPr>
                  <w:tcW w:w="1600" w:type="dxa"/>
                  <w:tcBorders>
                    <w:top w:val="nil"/>
                    <w:bottom w:val="dashed" w:sz="18" w:space="0" w:color="808080" w:themeColor="background1" w:themeShade="80"/>
                  </w:tcBorders>
                </w:tcPr>
                <w:p w:rsidR="008D1050" w:rsidRDefault="008D1050" w:rsidP="00FC387C">
                  <w:pPr>
                    <w:spacing w:before="0" w:after="200" w:line="276" w:lineRule="auto"/>
                    <w:ind w:left="0" w:right="0"/>
                    <w:contextualSpacing w:val="0"/>
                    <w:outlineLvl w:val="9"/>
                  </w:pPr>
                </w:p>
              </w:tc>
              <w:tc>
                <w:tcPr>
                  <w:tcW w:w="7691" w:type="dxa"/>
                  <w:gridSpan w:val="4"/>
                  <w:tcBorders>
                    <w:top w:val="nil"/>
                    <w:bottom w:val="nil"/>
                  </w:tcBorders>
                </w:tcPr>
                <w:p w:rsidR="008D1050" w:rsidRDefault="008D1050" w:rsidP="00FC387C"/>
              </w:tc>
            </w:tr>
            <w:tr w:rsidR="008D1050" w:rsidTr="0024019C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blBorders>
              </w:tblPrEx>
              <w:trPr>
                <w:trHeight w:val="1152"/>
              </w:trPr>
              <w:tc>
                <w:tcPr>
                  <w:tcW w:w="6579" w:type="dxa"/>
                  <w:gridSpan w:val="2"/>
                  <w:tcBorders>
                    <w:top w:val="dashed" w:sz="18" w:space="0" w:color="808080" w:themeColor="background1" w:themeShade="80"/>
                  </w:tcBorders>
                  <w:vAlign w:val="bottom"/>
                </w:tcPr>
                <w:p w:rsidR="008D1050" w:rsidRDefault="008D1050" w:rsidP="00FC387C">
                  <w:pPr>
                    <w:pStyle w:val="Heading1"/>
                  </w:pPr>
                  <w:r>
                    <w:t>Bazaar receipt</w:t>
                  </w:r>
                </w:p>
              </w:tc>
              <w:tc>
                <w:tcPr>
                  <w:tcW w:w="1326" w:type="dxa"/>
                  <w:tcBorders>
                    <w:top w:val="dashed" w:sz="18" w:space="0" w:color="808080" w:themeColor="background1" w:themeShade="80"/>
                  </w:tcBorders>
                </w:tcPr>
                <w:p w:rsidR="008D1050" w:rsidRDefault="008D1050" w:rsidP="00FC387C">
                  <w:pPr>
                    <w:pStyle w:val="Heading3"/>
                    <w:contextualSpacing/>
                  </w:pPr>
                  <w:r>
                    <w:t>Date</w:t>
                  </w:r>
                </w:p>
                <w:p w:rsidR="008D1050" w:rsidRDefault="008D1050" w:rsidP="00FC387C">
                  <w:pPr>
                    <w:pStyle w:val="Heading3"/>
                  </w:pPr>
                  <w:r>
                    <w:t>Number</w:t>
                  </w:r>
                </w:p>
                <w:p w:rsidR="008D1050" w:rsidRDefault="008D1050" w:rsidP="00FC387C">
                  <w:pPr>
                    <w:pStyle w:val="Heading2"/>
                  </w:pPr>
                </w:p>
              </w:tc>
              <w:tc>
                <w:tcPr>
                  <w:tcW w:w="1395" w:type="dxa"/>
                  <w:gridSpan w:val="2"/>
                  <w:tcBorders>
                    <w:top w:val="single" w:sz="4" w:space="0" w:color="auto"/>
                  </w:tcBorders>
                </w:tcPr>
                <w:p w:rsidR="008D1050" w:rsidRDefault="008D1050" w:rsidP="00FC387C">
                  <w:pPr>
                    <w:pStyle w:val="Dateandnumber"/>
                    <w:contextualSpacing/>
                  </w:pPr>
                  <w:sdt>
                    <w:sdtPr>
                      <w:id w:val="-748892605"/>
                      <w:placeholder>
                        <w:docPart w:val="A1C9FBFB551F4E97A1DB8E41E7997551"/>
                      </w:placeholder>
                      <w:showingPlcHdr/>
                      <w:date w:fullDate="2012-06-30T00:00:00Z"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</w:p>
                <w:p w:rsidR="008D1050" w:rsidRDefault="008D1050" w:rsidP="00FC387C">
                  <w:pPr>
                    <w:pStyle w:val="Dateandnumber"/>
                  </w:pPr>
                  <w:r>
                    <w:rPr>
                      <w:rFonts w:asciiTheme="majorHAnsi" w:eastAsiaTheme="majorEastAsia" w:hAnsiTheme="majorHAnsi" w:cstheme="majorBidi"/>
                      <w:color w:val="418AB3" w:themeColor="accent1"/>
                    </w:rPr>
                    <w:t>002</w:t>
                  </w:r>
                </w:p>
              </w:tc>
            </w:tr>
            <w:tr w:rsidR="008D1050" w:rsidTr="00FC387C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blBorders>
              </w:tblPrEx>
              <w:trPr>
                <w:trHeight w:val="57"/>
              </w:trPr>
              <w:tc>
                <w:tcPr>
                  <w:tcW w:w="6579" w:type="dxa"/>
                  <w:gridSpan w:val="2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8D1050" w:rsidRDefault="008D1050" w:rsidP="00FC387C">
                  <w:pPr>
                    <w:ind w:left="0"/>
                  </w:pPr>
                </w:p>
              </w:tc>
              <w:tc>
                <w:tcPr>
                  <w:tcW w:w="1326" w:type="dxa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8D1050" w:rsidRDefault="008D1050" w:rsidP="00FC387C"/>
              </w:tc>
              <w:tc>
                <w:tcPr>
                  <w:tcW w:w="1395" w:type="dxa"/>
                  <w:gridSpan w:val="2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8D1050" w:rsidRDefault="008D1050" w:rsidP="00FC387C"/>
              </w:tc>
            </w:tr>
            <w:tr w:rsidR="008D1050" w:rsidTr="00FC387C">
              <w:trPr>
                <w:gridAfter w:val="1"/>
                <w:wAfter w:w="31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D1050" w:rsidRDefault="008D1050" w:rsidP="00FC387C">
                  <w:pPr>
                    <w:pStyle w:val="Heading2"/>
                  </w:pPr>
                  <w:r>
                    <w:t>Description (including number)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D1050" w:rsidRDefault="008D1050" w:rsidP="00FC387C"/>
              </w:tc>
            </w:tr>
            <w:tr w:rsidR="008D1050" w:rsidTr="00FC387C">
              <w:trPr>
                <w:gridAfter w:val="1"/>
                <w:wAfter w:w="31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D1050" w:rsidRDefault="008D1050" w:rsidP="00FC387C">
                  <w:pPr>
                    <w:pStyle w:val="Heading2"/>
                  </w:pPr>
                  <w:r>
                    <w:t>Buyer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1050" w:rsidRDefault="008D1050" w:rsidP="00FC387C"/>
              </w:tc>
            </w:tr>
            <w:tr w:rsidR="008D1050" w:rsidTr="00FC387C">
              <w:trPr>
                <w:gridAfter w:val="1"/>
                <w:wAfter w:w="31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D1050" w:rsidRDefault="008D1050" w:rsidP="00FC387C">
                  <w:pPr>
                    <w:pStyle w:val="Heading2"/>
                  </w:pPr>
                  <w:r>
                    <w:t>Seller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1050" w:rsidRDefault="008D1050" w:rsidP="00FC387C"/>
              </w:tc>
            </w:tr>
            <w:tr w:rsidR="008D1050" w:rsidTr="00FC387C">
              <w:trPr>
                <w:gridAfter w:val="1"/>
                <w:wAfter w:w="31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D1050" w:rsidRDefault="008D1050" w:rsidP="00FC387C">
                  <w:pPr>
                    <w:pStyle w:val="Heading2"/>
                  </w:pPr>
                  <w:r>
                    <w:t>Total Amount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1050" w:rsidRDefault="008D1050" w:rsidP="00FC387C"/>
              </w:tc>
            </w:tr>
            <w:tr w:rsidR="008D1050" w:rsidTr="00FC387C">
              <w:trPr>
                <w:trHeight w:hRule="exact" w:val="144"/>
              </w:trPr>
              <w:tc>
                <w:tcPr>
                  <w:tcW w:w="1600" w:type="dxa"/>
                  <w:tcBorders>
                    <w:top w:val="nil"/>
                    <w:bottom w:val="nil"/>
                  </w:tcBorders>
                </w:tcPr>
                <w:p w:rsidR="008D1050" w:rsidRDefault="008D1050" w:rsidP="00FC387C"/>
              </w:tc>
              <w:tc>
                <w:tcPr>
                  <w:tcW w:w="7700" w:type="dxa"/>
                  <w:gridSpan w:val="4"/>
                  <w:tcBorders>
                    <w:top w:val="nil"/>
                    <w:bottom w:val="nil"/>
                  </w:tcBorders>
                </w:tcPr>
                <w:p w:rsidR="008D1050" w:rsidRDefault="008D1050" w:rsidP="00FC387C"/>
              </w:tc>
            </w:tr>
          </w:tbl>
          <w:p w:rsidR="008D1050" w:rsidRDefault="008D1050" w:rsidP="00FC387C"/>
        </w:tc>
      </w:tr>
    </w:tbl>
    <w:p w:rsidR="008D1050" w:rsidRDefault="008D1050" w:rsidP="008D1050">
      <w:pPr>
        <w:pStyle w:val="Receiptspacer"/>
        <w:ind w:left="0"/>
      </w:pPr>
    </w:p>
    <w:tbl>
      <w:tblPr>
        <w:tblW w:w="5000" w:type="pct"/>
        <w:tblBorders>
          <w:top w:val="dashed" w:sz="12" w:space="0" w:color="7F7F7F" w:themeColor="text1" w:themeTint="80"/>
          <w:left w:val="dashed" w:sz="12" w:space="0" w:color="7F7F7F" w:themeColor="text1" w:themeTint="80"/>
          <w:bottom w:val="dashed" w:sz="12" w:space="0" w:color="7F7F7F" w:themeColor="text1" w:themeTint="80"/>
          <w:right w:val="dashed" w:sz="12" w:space="0" w:color="7F7F7F" w:themeColor="text1" w:themeTint="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etty cash receipt"/>
      </w:tblPr>
      <w:tblGrid>
        <w:gridCol w:w="9330"/>
      </w:tblGrid>
      <w:tr w:rsidR="008D1050" w:rsidTr="00FC387C">
        <w:trPr>
          <w:trHeight w:val="4164"/>
        </w:trPr>
        <w:tc>
          <w:tcPr>
            <w:tcW w:w="9576" w:type="dxa"/>
          </w:tcPr>
          <w:tbl>
            <w:tblPr>
              <w:tblW w:w="9300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Description of expenses and signatures"/>
            </w:tblPr>
            <w:tblGrid>
              <w:gridCol w:w="1600"/>
              <w:gridCol w:w="4979"/>
              <w:gridCol w:w="1326"/>
              <w:gridCol w:w="1364"/>
              <w:gridCol w:w="31"/>
            </w:tblGrid>
            <w:tr w:rsidR="008D1050" w:rsidTr="00FC387C">
              <w:trPr>
                <w:trHeight w:hRule="exact" w:val="144"/>
              </w:trPr>
              <w:tc>
                <w:tcPr>
                  <w:tcW w:w="1600" w:type="dxa"/>
                  <w:tcBorders>
                    <w:top w:val="nil"/>
                    <w:bottom w:val="nil"/>
                  </w:tcBorders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Receipt date, number and amount"/>
                  </w:tblPr>
                  <w:tblGrid>
                    <w:gridCol w:w="285"/>
                    <w:gridCol w:w="826"/>
                    <w:gridCol w:w="236"/>
                    <w:gridCol w:w="238"/>
                    <w:gridCol w:w="10"/>
                  </w:tblGrid>
                  <w:tr w:rsidR="008D1050" w:rsidTr="00FC387C">
                    <w:trPr>
                      <w:trHeight w:val="1152"/>
                    </w:trPr>
                    <w:tc>
                      <w:tcPr>
                        <w:tcW w:w="6579" w:type="dxa"/>
                        <w:gridSpan w:val="2"/>
                        <w:vAlign w:val="bottom"/>
                      </w:tcPr>
                      <w:p w:rsidR="008D1050" w:rsidRDefault="008D1050" w:rsidP="00FC387C">
                        <w:pPr>
                          <w:pStyle w:val="Heading1"/>
                        </w:pPr>
                        <w:r>
                          <w:lastRenderedPageBreak/>
                          <w:t>Bazaar receipt</w:t>
                        </w:r>
                      </w:p>
                    </w:tc>
                    <w:tc>
                      <w:tcPr>
                        <w:tcW w:w="1326" w:type="dxa"/>
                      </w:tcPr>
                      <w:p w:rsidR="008D1050" w:rsidRDefault="008D1050" w:rsidP="00FC387C">
                        <w:pPr>
                          <w:pStyle w:val="Heading3"/>
                          <w:contextualSpacing/>
                        </w:pPr>
                        <w:r>
                          <w:t>Date</w:t>
                        </w:r>
                      </w:p>
                      <w:p w:rsidR="008D1050" w:rsidRDefault="008D1050" w:rsidP="00FC387C">
                        <w:pPr>
                          <w:pStyle w:val="Heading3"/>
                        </w:pPr>
                        <w:r>
                          <w:t>Number</w:t>
                        </w:r>
                      </w:p>
                      <w:p w:rsidR="008D1050" w:rsidRDefault="008D1050" w:rsidP="00FC387C">
                        <w:pPr>
                          <w:pStyle w:val="Heading2"/>
                        </w:pPr>
                      </w:p>
                    </w:tc>
                    <w:tc>
                      <w:tcPr>
                        <w:tcW w:w="1395" w:type="dxa"/>
                        <w:gridSpan w:val="2"/>
                      </w:tcPr>
                      <w:p w:rsidR="008D1050" w:rsidRDefault="008D1050" w:rsidP="00FC387C">
                        <w:pPr>
                          <w:pStyle w:val="Dateandnumber"/>
                          <w:contextualSpacing/>
                        </w:pPr>
                        <w:sdt>
                          <w:sdtPr>
                            <w:id w:val="1033543596"/>
                            <w:placeholder>
                              <w:docPart w:val="7C251760659E4495B606C885B4E8812B"/>
                            </w:placeholder>
                            <w:showingPlcHdr/>
                            <w:date w:fullDate="2012-06-30T00:00:00Z">
                              <w:dateFormat w:val="M/d/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r>
                              <w:t>[Date]</w:t>
                            </w:r>
                          </w:sdtContent>
                        </w:sdt>
                      </w:p>
                      <w:p w:rsidR="008D1050" w:rsidRDefault="008D1050" w:rsidP="00FC387C">
                        <w:pPr>
                          <w:pStyle w:val="Dateandnumber"/>
                          <w:rPr>
                            <w:rFonts w:eastAsiaTheme="minorEastAsia" w:cstheme="minorBidi"/>
                            <w:szCs w:val="20"/>
                          </w:rPr>
                        </w:pPr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418AB3" w:themeColor="accent1"/>
                            </w:rPr>
                            <w:id w:val="-41447283"/>
                            <w:placeholder>
                              <w:docPart w:val="5F79D5BAB9964B5BA9316BEE5C53FF71"/>
                            </w:placeholder>
                            <w:showingPlcHdr/>
                            <w15:appearance w15:val="hidden"/>
                          </w:sdtPr>
                          <w:sdtEndPr>
                            <w:rPr>
                              <w:rFonts w:asciiTheme="minorHAnsi" w:eastAsiaTheme="minorEastAsia" w:hAnsiTheme="minorHAnsi" w:cstheme="minorBidi"/>
                              <w:color w:val="7F7F7F" w:themeColor="text1" w:themeTint="80"/>
                            </w:rPr>
                          </w:sdtEndPr>
                          <w:sdtContent>
                            <w:r>
                              <w:t>[Number]</w:t>
                            </w:r>
                          </w:sdtContent>
                        </w:sdt>
                      </w:p>
                      <w:p w:rsidR="008D1050" w:rsidRDefault="008D1050" w:rsidP="00FC387C">
                        <w:pPr>
                          <w:pStyle w:val="Amount"/>
                        </w:pPr>
                      </w:p>
                    </w:tc>
                  </w:tr>
                  <w:tr w:rsidR="008D1050" w:rsidTr="00FC387C">
                    <w:trPr>
                      <w:trHeight w:val="57"/>
                    </w:trPr>
                    <w:tc>
                      <w:tcPr>
                        <w:tcW w:w="6579" w:type="dxa"/>
                        <w:gridSpan w:val="2"/>
                        <w:tcBorders>
                          <w:bottom w:val="single" w:sz="18" w:space="0" w:color="7F7F7F" w:themeColor="text1" w:themeTint="80"/>
                        </w:tcBorders>
                        <w:vAlign w:val="bottom"/>
                      </w:tcPr>
                      <w:p w:rsidR="008D1050" w:rsidRDefault="008D1050" w:rsidP="00FC387C">
                        <w:pPr>
                          <w:ind w:left="0"/>
                        </w:pPr>
                      </w:p>
                    </w:tc>
                    <w:tc>
                      <w:tcPr>
                        <w:tcW w:w="1326" w:type="dxa"/>
                        <w:tcBorders>
                          <w:bottom w:val="single" w:sz="18" w:space="0" w:color="7F7F7F" w:themeColor="text1" w:themeTint="80"/>
                        </w:tcBorders>
                        <w:vAlign w:val="bottom"/>
                      </w:tcPr>
                      <w:p w:rsidR="008D1050" w:rsidRDefault="008D1050" w:rsidP="00FC387C"/>
                    </w:tc>
                    <w:tc>
                      <w:tcPr>
                        <w:tcW w:w="1395" w:type="dxa"/>
                        <w:gridSpan w:val="2"/>
                        <w:tcBorders>
                          <w:bottom w:val="single" w:sz="18" w:space="0" w:color="7F7F7F" w:themeColor="text1" w:themeTint="80"/>
                        </w:tcBorders>
                        <w:vAlign w:val="bottom"/>
                      </w:tcPr>
                      <w:p w:rsidR="008D1050" w:rsidRDefault="008D1050" w:rsidP="00FC387C"/>
                    </w:tc>
                  </w:tr>
                  <w:tr w:rsidR="008D1050" w:rsidTr="00FC387C">
                    <w:tblPrEx>
                      <w:tblBorders>
                        <w:top w:val="single" w:sz="4" w:space="0" w:color="FFFFFF" w:themeColor="background1"/>
                        <w:left w:val="single" w:sz="4" w:space="0" w:color="FFFFFF" w:themeColor="background1"/>
                        <w:bottom w:val="single" w:sz="4" w:space="0" w:color="FFFFFF" w:themeColor="background1"/>
                        <w:right w:val="single" w:sz="4" w:space="0" w:color="FFFFFF" w:themeColor="background1"/>
                      </w:tblBorders>
                    </w:tblPrEx>
                    <w:trPr>
                      <w:gridAfter w:val="1"/>
                      <w:wAfter w:w="26" w:type="dxa"/>
                    </w:trPr>
                    <w:tc>
                      <w:tcPr>
                        <w:tcW w:w="1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050" w:rsidRDefault="008D1050" w:rsidP="00FC387C">
                        <w:pPr>
                          <w:pStyle w:val="Heading2"/>
                        </w:pPr>
                        <w:r>
                          <w:t>Description (including number)</w:t>
                        </w:r>
                      </w:p>
                    </w:tc>
                    <w:tc>
                      <w:tcPr>
                        <w:tcW w:w="7669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8D1050" w:rsidRDefault="008D1050" w:rsidP="00FC387C"/>
                    </w:tc>
                  </w:tr>
                  <w:tr w:rsidR="008D1050" w:rsidTr="00FC387C">
                    <w:tblPrEx>
                      <w:tblBorders>
                        <w:top w:val="single" w:sz="4" w:space="0" w:color="FFFFFF" w:themeColor="background1"/>
                        <w:left w:val="single" w:sz="4" w:space="0" w:color="FFFFFF" w:themeColor="background1"/>
                        <w:bottom w:val="single" w:sz="4" w:space="0" w:color="FFFFFF" w:themeColor="background1"/>
                        <w:right w:val="single" w:sz="4" w:space="0" w:color="FFFFFF" w:themeColor="background1"/>
                      </w:tblBorders>
                    </w:tblPrEx>
                    <w:trPr>
                      <w:gridAfter w:val="1"/>
                      <w:wAfter w:w="26" w:type="dxa"/>
                    </w:trPr>
                    <w:tc>
                      <w:tcPr>
                        <w:tcW w:w="1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050" w:rsidRDefault="008D1050" w:rsidP="00FC387C">
                        <w:pPr>
                          <w:pStyle w:val="Heading2"/>
                        </w:pPr>
                        <w:r>
                          <w:t>Buyer</w:t>
                        </w:r>
                      </w:p>
                    </w:tc>
                    <w:tc>
                      <w:tcPr>
                        <w:tcW w:w="766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8D1050" w:rsidRDefault="008D1050" w:rsidP="00FC387C"/>
                    </w:tc>
                  </w:tr>
                  <w:tr w:rsidR="008D1050" w:rsidTr="00FC387C">
                    <w:tblPrEx>
                      <w:tblBorders>
                        <w:top w:val="single" w:sz="4" w:space="0" w:color="FFFFFF" w:themeColor="background1"/>
                        <w:left w:val="single" w:sz="4" w:space="0" w:color="FFFFFF" w:themeColor="background1"/>
                        <w:bottom w:val="single" w:sz="4" w:space="0" w:color="FFFFFF" w:themeColor="background1"/>
                        <w:right w:val="single" w:sz="4" w:space="0" w:color="FFFFFF" w:themeColor="background1"/>
                      </w:tblBorders>
                    </w:tblPrEx>
                    <w:trPr>
                      <w:gridAfter w:val="1"/>
                      <w:wAfter w:w="26" w:type="dxa"/>
                    </w:trPr>
                    <w:tc>
                      <w:tcPr>
                        <w:tcW w:w="1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050" w:rsidRDefault="008D1050" w:rsidP="00FC387C">
                        <w:pPr>
                          <w:pStyle w:val="Heading2"/>
                        </w:pPr>
                        <w:r>
                          <w:t>Seller</w:t>
                        </w:r>
                      </w:p>
                    </w:tc>
                    <w:tc>
                      <w:tcPr>
                        <w:tcW w:w="766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8D1050" w:rsidRDefault="008D1050" w:rsidP="00FC387C"/>
                    </w:tc>
                  </w:tr>
                  <w:tr w:rsidR="008D1050" w:rsidTr="00FC387C">
                    <w:tblPrEx>
                      <w:tblBorders>
                        <w:top w:val="single" w:sz="4" w:space="0" w:color="FFFFFF" w:themeColor="background1"/>
                        <w:left w:val="single" w:sz="4" w:space="0" w:color="FFFFFF" w:themeColor="background1"/>
                        <w:bottom w:val="single" w:sz="4" w:space="0" w:color="FFFFFF" w:themeColor="background1"/>
                        <w:right w:val="single" w:sz="4" w:space="0" w:color="FFFFFF" w:themeColor="background1"/>
                      </w:tblBorders>
                    </w:tblPrEx>
                    <w:trPr>
                      <w:gridAfter w:val="1"/>
                      <w:wAfter w:w="26" w:type="dxa"/>
                    </w:trPr>
                    <w:tc>
                      <w:tcPr>
                        <w:tcW w:w="1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D1050" w:rsidRDefault="008D1050" w:rsidP="00FC387C">
                        <w:pPr>
                          <w:pStyle w:val="Heading2"/>
                        </w:pPr>
                        <w:r>
                          <w:t>Total Amount</w:t>
                        </w:r>
                      </w:p>
                    </w:tc>
                    <w:tc>
                      <w:tcPr>
                        <w:tcW w:w="766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8D1050" w:rsidRDefault="008D1050" w:rsidP="00FC387C"/>
                    </w:tc>
                  </w:tr>
                  <w:tr w:rsidR="008D1050" w:rsidTr="00FC387C">
                    <w:tblPrEx>
                      <w:tblBorders>
                        <w:top w:val="single" w:sz="4" w:space="0" w:color="FFFFFF" w:themeColor="background1"/>
                        <w:left w:val="single" w:sz="4" w:space="0" w:color="FFFFFF" w:themeColor="background1"/>
                        <w:bottom w:val="single" w:sz="4" w:space="0" w:color="FFFFFF" w:themeColor="background1"/>
                        <w:right w:val="single" w:sz="4" w:space="0" w:color="FFFFFF" w:themeColor="background1"/>
                      </w:tblBorders>
                    </w:tblPrEx>
                    <w:trPr>
                      <w:trHeight w:hRule="exact" w:val="144"/>
                    </w:trPr>
                    <w:tc>
                      <w:tcPr>
                        <w:tcW w:w="1600" w:type="dxa"/>
                        <w:tcBorders>
                          <w:top w:val="nil"/>
                          <w:bottom w:val="nil"/>
                        </w:tcBorders>
                      </w:tcPr>
                      <w:p w:rsidR="008D1050" w:rsidRDefault="008D1050" w:rsidP="00FC387C"/>
                    </w:tc>
                    <w:tc>
                      <w:tcPr>
                        <w:tcW w:w="7691" w:type="dxa"/>
                        <w:gridSpan w:val="4"/>
                        <w:tcBorders>
                          <w:top w:val="nil"/>
                          <w:bottom w:val="nil"/>
                        </w:tcBorders>
                      </w:tcPr>
                      <w:p w:rsidR="008D1050" w:rsidRDefault="008D1050" w:rsidP="00FC387C"/>
                    </w:tc>
                  </w:tr>
                </w:tbl>
                <w:p w:rsidR="008D1050" w:rsidRDefault="008D1050" w:rsidP="00FC387C">
                  <w:pPr>
                    <w:spacing w:before="0" w:after="200" w:line="276" w:lineRule="auto"/>
                    <w:ind w:left="0" w:right="0"/>
                    <w:contextualSpacing w:val="0"/>
                    <w:outlineLvl w:val="9"/>
                  </w:pPr>
                </w:p>
              </w:tc>
              <w:tc>
                <w:tcPr>
                  <w:tcW w:w="7691" w:type="dxa"/>
                  <w:gridSpan w:val="4"/>
                  <w:tcBorders>
                    <w:top w:val="nil"/>
                    <w:bottom w:val="nil"/>
                  </w:tcBorders>
                </w:tcPr>
                <w:p w:rsidR="008D1050" w:rsidRDefault="008D1050" w:rsidP="00FC387C"/>
              </w:tc>
            </w:tr>
            <w:tr w:rsidR="008D1050" w:rsidTr="00FC387C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blBorders>
              </w:tblPrEx>
              <w:trPr>
                <w:trHeight w:val="1152"/>
              </w:trPr>
              <w:tc>
                <w:tcPr>
                  <w:tcW w:w="6579" w:type="dxa"/>
                  <w:gridSpan w:val="2"/>
                  <w:vAlign w:val="bottom"/>
                </w:tcPr>
                <w:p w:rsidR="008D1050" w:rsidRDefault="008D1050" w:rsidP="00FC387C">
                  <w:pPr>
                    <w:pStyle w:val="Heading1"/>
                  </w:pPr>
                  <w:r>
                    <w:t>Bazaar receipt</w:t>
                  </w:r>
                </w:p>
              </w:tc>
              <w:tc>
                <w:tcPr>
                  <w:tcW w:w="1326" w:type="dxa"/>
                </w:tcPr>
                <w:p w:rsidR="008D1050" w:rsidRDefault="008D1050" w:rsidP="00FC387C">
                  <w:pPr>
                    <w:pStyle w:val="Heading3"/>
                    <w:contextualSpacing/>
                  </w:pPr>
                  <w:r>
                    <w:t>Date</w:t>
                  </w:r>
                </w:p>
                <w:p w:rsidR="008D1050" w:rsidRDefault="008D1050" w:rsidP="00FC387C">
                  <w:pPr>
                    <w:pStyle w:val="Heading3"/>
                  </w:pPr>
                  <w:r>
                    <w:t>Number</w:t>
                  </w:r>
                </w:p>
                <w:p w:rsidR="008D1050" w:rsidRDefault="008D1050" w:rsidP="00FC387C">
                  <w:pPr>
                    <w:pStyle w:val="Heading2"/>
                  </w:pPr>
                </w:p>
              </w:tc>
              <w:tc>
                <w:tcPr>
                  <w:tcW w:w="1395" w:type="dxa"/>
                  <w:gridSpan w:val="2"/>
                </w:tcPr>
                <w:p w:rsidR="008D1050" w:rsidRDefault="008D1050" w:rsidP="00FC387C">
                  <w:pPr>
                    <w:pStyle w:val="Dateandnumber"/>
                    <w:contextualSpacing/>
                  </w:pPr>
                  <w:sdt>
                    <w:sdtPr>
                      <w:id w:val="-1056465094"/>
                      <w:placeholder>
                        <w:docPart w:val="7A62DD925EE84681837486FB6560472F"/>
                      </w:placeholder>
                      <w:showingPlcHdr/>
                      <w:date w:fullDate="2012-06-30T00:00:00Z"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</w:p>
                <w:p w:rsidR="008D1050" w:rsidRDefault="008D1050" w:rsidP="00FC387C">
                  <w:pPr>
                    <w:pStyle w:val="Dateandnumber"/>
                    <w:rPr>
                      <w:rFonts w:eastAsiaTheme="minorEastAsia" w:cstheme="minorBidi"/>
                      <w:szCs w:val="20"/>
                    </w:rPr>
                  </w:pPr>
                  <w:sdt>
                    <w:sdtPr>
                      <w:rPr>
                        <w:rFonts w:asciiTheme="majorHAnsi" w:eastAsiaTheme="majorEastAsia" w:hAnsiTheme="majorHAnsi" w:cstheme="majorBidi"/>
                        <w:color w:val="418AB3" w:themeColor="accent1"/>
                      </w:rPr>
                      <w:id w:val="-593163962"/>
                      <w:placeholder>
                        <w:docPart w:val="20D21B8F282A49F58D190DE76B7EFC9F"/>
                      </w:placeholder>
                      <w15:appearance w15:val="hidden"/>
                    </w:sdtPr>
                    <w:sdtEndPr>
                      <w:rPr>
                        <w:rFonts w:asciiTheme="minorHAnsi" w:eastAsiaTheme="minorEastAsia" w:hAnsiTheme="minorHAnsi" w:cstheme="minorBidi"/>
                        <w:color w:val="7F7F7F" w:themeColor="text1" w:themeTint="80"/>
                      </w:rPr>
                    </w:sdtEndPr>
                    <w:sdtContent>
                      <w:r>
                        <w:rPr>
                          <w:rFonts w:asciiTheme="majorHAnsi" w:eastAsiaTheme="majorEastAsia" w:hAnsiTheme="majorHAnsi" w:cstheme="majorBidi"/>
                          <w:color w:val="418AB3" w:themeColor="accent1"/>
                        </w:rPr>
                        <w:t>003</w:t>
                      </w:r>
                    </w:sdtContent>
                  </w:sdt>
                </w:p>
                <w:p w:rsidR="008D1050" w:rsidRDefault="008D1050" w:rsidP="00FC387C">
                  <w:pPr>
                    <w:pStyle w:val="Amount"/>
                  </w:pPr>
                </w:p>
              </w:tc>
            </w:tr>
            <w:tr w:rsidR="008D1050" w:rsidTr="00FC387C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blBorders>
              </w:tblPrEx>
              <w:trPr>
                <w:trHeight w:val="57"/>
              </w:trPr>
              <w:tc>
                <w:tcPr>
                  <w:tcW w:w="6579" w:type="dxa"/>
                  <w:gridSpan w:val="2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8D1050" w:rsidRDefault="008D1050" w:rsidP="00FC387C">
                  <w:pPr>
                    <w:ind w:left="0"/>
                  </w:pPr>
                </w:p>
              </w:tc>
              <w:tc>
                <w:tcPr>
                  <w:tcW w:w="1326" w:type="dxa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8D1050" w:rsidRDefault="008D1050" w:rsidP="00FC387C"/>
              </w:tc>
              <w:tc>
                <w:tcPr>
                  <w:tcW w:w="1395" w:type="dxa"/>
                  <w:gridSpan w:val="2"/>
                  <w:tcBorders>
                    <w:bottom w:val="single" w:sz="18" w:space="0" w:color="7F7F7F" w:themeColor="text1" w:themeTint="80"/>
                  </w:tcBorders>
                  <w:vAlign w:val="bottom"/>
                </w:tcPr>
                <w:p w:rsidR="008D1050" w:rsidRDefault="008D1050" w:rsidP="00FC387C"/>
              </w:tc>
            </w:tr>
            <w:tr w:rsidR="008D1050" w:rsidTr="00FC387C">
              <w:trPr>
                <w:gridAfter w:val="1"/>
                <w:wAfter w:w="31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D1050" w:rsidRDefault="008D1050" w:rsidP="00FC387C">
                  <w:pPr>
                    <w:pStyle w:val="Heading2"/>
                  </w:pPr>
                  <w:r>
                    <w:t>Description (including number)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D1050" w:rsidRDefault="008D1050" w:rsidP="00FC387C"/>
              </w:tc>
            </w:tr>
            <w:tr w:rsidR="008D1050" w:rsidTr="00FC387C">
              <w:trPr>
                <w:gridAfter w:val="1"/>
                <w:wAfter w:w="31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D1050" w:rsidRDefault="008D1050" w:rsidP="00FC387C">
                  <w:pPr>
                    <w:pStyle w:val="Heading2"/>
                  </w:pPr>
                  <w:r>
                    <w:t>Buyer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1050" w:rsidRDefault="008D1050" w:rsidP="00FC387C"/>
              </w:tc>
            </w:tr>
            <w:tr w:rsidR="008D1050" w:rsidTr="00FC387C">
              <w:trPr>
                <w:gridAfter w:val="1"/>
                <w:wAfter w:w="31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D1050" w:rsidRDefault="008D1050" w:rsidP="00FC387C">
                  <w:pPr>
                    <w:pStyle w:val="Heading2"/>
                  </w:pPr>
                  <w:r>
                    <w:t>Seller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1050" w:rsidRDefault="008D1050" w:rsidP="00FC387C"/>
              </w:tc>
            </w:tr>
            <w:tr w:rsidR="008D1050" w:rsidTr="00FC387C">
              <w:trPr>
                <w:gridAfter w:val="1"/>
                <w:wAfter w:w="31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D1050" w:rsidRDefault="008D1050" w:rsidP="00FC387C">
                  <w:pPr>
                    <w:pStyle w:val="Heading2"/>
                  </w:pPr>
                  <w:r>
                    <w:t>Total Amount</w:t>
                  </w:r>
                </w:p>
              </w:tc>
              <w:tc>
                <w:tcPr>
                  <w:tcW w:w="76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D1050" w:rsidRDefault="008D1050" w:rsidP="00FC387C"/>
              </w:tc>
            </w:tr>
            <w:tr w:rsidR="008D1050" w:rsidTr="00FC387C">
              <w:trPr>
                <w:trHeight w:hRule="exact" w:val="144"/>
              </w:trPr>
              <w:tc>
                <w:tcPr>
                  <w:tcW w:w="1600" w:type="dxa"/>
                  <w:tcBorders>
                    <w:top w:val="nil"/>
                    <w:bottom w:val="nil"/>
                  </w:tcBorders>
                </w:tcPr>
                <w:p w:rsidR="008D1050" w:rsidRDefault="008D1050" w:rsidP="00FC387C"/>
              </w:tc>
              <w:tc>
                <w:tcPr>
                  <w:tcW w:w="7700" w:type="dxa"/>
                  <w:gridSpan w:val="4"/>
                  <w:tcBorders>
                    <w:top w:val="nil"/>
                    <w:bottom w:val="nil"/>
                  </w:tcBorders>
                </w:tcPr>
                <w:p w:rsidR="008D1050" w:rsidRDefault="008D1050" w:rsidP="00FC387C"/>
              </w:tc>
            </w:tr>
          </w:tbl>
          <w:p w:rsidR="008D1050" w:rsidRDefault="008D1050" w:rsidP="00FC387C"/>
        </w:tc>
      </w:tr>
    </w:tbl>
    <w:p w:rsidR="008D1050" w:rsidRDefault="008D1050" w:rsidP="008D1050"/>
    <w:p w:rsidR="008D1050" w:rsidRDefault="008D1050"/>
    <w:sectPr w:rsidR="008D1050">
      <w:footerReference w:type="default" r:id="rId8"/>
      <w:pgSz w:w="12240" w:h="15840" w:code="1"/>
      <w:pgMar w:top="864" w:right="1440" w:bottom="432" w:left="1440" w:header="720" w:footer="720" w:gutter="0"/>
      <w:cols w:space="720"/>
      <w:vAlign w:val="both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A9A" w:rsidRDefault="00FF4A9A">
      <w:r>
        <w:separator/>
      </w:r>
    </w:p>
    <w:p w:rsidR="00FF4A9A" w:rsidRDefault="00FF4A9A"/>
  </w:endnote>
  <w:endnote w:type="continuationSeparator" w:id="0">
    <w:p w:rsidR="00FF4A9A" w:rsidRDefault="00FF4A9A">
      <w:r>
        <w:continuationSeparator/>
      </w:r>
    </w:p>
    <w:p w:rsidR="00FF4A9A" w:rsidRDefault="00FF4A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87C" w:rsidRDefault="00FC387C"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0F3198">
      <w:rPr>
        <w:noProof/>
      </w:rPr>
      <w:t>2</w:t>
    </w:r>
    <w:r>
      <w:fldChar w:fldCharType="end"/>
    </w:r>
  </w:p>
  <w:p w:rsidR="00FC387C" w:rsidRDefault="00FC387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A9A" w:rsidRDefault="00FF4A9A">
      <w:r>
        <w:separator/>
      </w:r>
    </w:p>
    <w:p w:rsidR="00FF4A9A" w:rsidRDefault="00FF4A9A"/>
  </w:footnote>
  <w:footnote w:type="continuationSeparator" w:id="0">
    <w:p w:rsidR="00FF4A9A" w:rsidRDefault="00FF4A9A">
      <w:r>
        <w:continuationSeparator/>
      </w:r>
    </w:p>
    <w:p w:rsidR="00FF4A9A" w:rsidRDefault="00FF4A9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5B8A0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34631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7F66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7349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18EE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D035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F015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94F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4AEB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6629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D43"/>
    <w:rsid w:val="000F3198"/>
    <w:rsid w:val="0024019C"/>
    <w:rsid w:val="00506D43"/>
    <w:rsid w:val="008D1050"/>
    <w:rsid w:val="00A5164B"/>
    <w:rsid w:val="00EA2CE9"/>
    <w:rsid w:val="00FC387C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3D2509-3847-4B40-B770-DE109827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 w:after="0" w:line="240" w:lineRule="auto"/>
      <w:ind w:left="72" w:right="72"/>
      <w:contextualSpacing/>
      <w:outlineLvl w:val="1"/>
    </w:pPr>
    <w:rPr>
      <w:rFonts w:eastAsia="Times New Roman" w:cs="Times New Roman"/>
      <w:color w:val="7F7F7F" w:themeColor="text1" w:themeTint="80"/>
    </w:rPr>
  </w:style>
  <w:style w:type="paragraph" w:styleId="Heading1">
    <w:name w:val="heading 1"/>
    <w:basedOn w:val="Normal"/>
    <w:next w:val="Normal"/>
    <w:qFormat/>
    <w:pPr>
      <w:outlineLvl w:val="0"/>
    </w:pPr>
    <w:rPr>
      <w:rFonts w:asciiTheme="majorHAnsi" w:eastAsiaTheme="majorEastAsia" w:hAnsiTheme="majorHAnsi" w:cstheme="majorBidi"/>
      <w:b/>
      <w:bCs/>
      <w:smallCaps/>
      <w:color w:val="418AB3" w:themeColor="accent1"/>
      <w:sz w:val="56"/>
      <w:szCs w:val="56"/>
      <w14:shadow w14:blurRad="63500" w14:dist="50800" w14:dir="5400000" w14:sx="0" w14:sy="0" w14:kx="0" w14:ky="0" w14:algn="none">
        <w14:srgbClr w14:val="000000">
          <w14:alpha w14:val="50000"/>
        </w14:srgbClr>
      </w14:shadow>
    </w:rPr>
  </w:style>
  <w:style w:type="paragraph" w:styleId="Heading2">
    <w:name w:val="heading 2"/>
    <w:basedOn w:val="Normal"/>
    <w:next w:val="Normal"/>
    <w:unhideWhenUsed/>
    <w:qFormat/>
    <w:pPr>
      <w:jc w:val="right"/>
    </w:pPr>
    <w:rPr>
      <w:rFonts w:asciiTheme="majorHAnsi" w:eastAsiaTheme="majorEastAsia" w:hAnsiTheme="majorHAnsi" w:cstheme="majorBidi"/>
      <w:b/>
      <w:bCs/>
      <w:color w:val="418AB3" w:themeColor="accent1"/>
    </w:rPr>
  </w:style>
  <w:style w:type="paragraph" w:styleId="Heading3">
    <w:name w:val="heading 3"/>
    <w:basedOn w:val="Normal"/>
    <w:next w:val="Normal"/>
    <w:unhideWhenUsed/>
    <w:qFormat/>
    <w:pPr>
      <w:spacing w:before="120"/>
      <w:contextualSpacing w:val="0"/>
      <w:jc w:val="right"/>
      <w:outlineLvl w:val="2"/>
    </w:pPr>
    <w:rPr>
      <w:rFonts w:asciiTheme="majorHAnsi" w:eastAsiaTheme="majorEastAsia" w:hAnsiTheme="majorHAnsi" w:cstheme="majorBidi"/>
      <w:color w:val="418AB3" w:themeColor="accent1"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unhideWhenUsed/>
    <w:pPr>
      <w:ind w:right="144"/>
      <w:jc w:val="right"/>
      <w:outlineLvl w:val="3"/>
    </w:pPr>
    <w:rPr>
      <w:smallCaps/>
      <w:color w:val="418AB3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teandnumber">
    <w:name w:val="Date and number"/>
    <w:basedOn w:val="Normal"/>
    <w:qFormat/>
    <w:pPr>
      <w:spacing w:before="120"/>
      <w:contextualSpacing w:val="0"/>
    </w:pPr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Pr>
      <w:rFonts w:eastAsia="Times New Roman" w:cs="Times New Roman"/>
      <w:smallCaps/>
      <w:color w:val="418AB3" w:themeColor="accent1"/>
    </w:rPr>
  </w:style>
  <w:style w:type="paragraph" w:customStyle="1" w:styleId="Receiptspacer">
    <w:name w:val="Receipt spacer"/>
    <w:basedOn w:val="Normal"/>
    <w:next w:val="Normal"/>
    <w:qFormat/>
    <w:pPr>
      <w:spacing w:before="48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Pr>
      <w:rFonts w:eastAsia="Times New Roman" w:cs="Times New Roman"/>
      <w:color w:val="7F7F7F" w:themeColor="text1" w:themeTint="8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Pr>
      <w:rFonts w:eastAsia="Times New Roman" w:cs="Times New Roman"/>
      <w:color w:val="7F7F7F" w:themeColor="text1" w:themeTint="80"/>
    </w:rPr>
  </w:style>
  <w:style w:type="paragraph" w:customStyle="1" w:styleId="Amount">
    <w:name w:val="Amount"/>
    <w:basedOn w:val="Normal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mantha\AppData\Roaming\Microsoft\Templates\Petty%20cash%20receipt%20(3%20per%20pag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80E234932704515B6A0AFB1DC2C79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C4456A-C710-47BD-999C-9419530E9EF2}"/>
      </w:docPartPr>
      <w:docPartBody>
        <w:p w:rsidR="00761822" w:rsidRDefault="00761822">
          <w:pPr>
            <w:pStyle w:val="880E234932704515B6A0AFB1DC2C79BD"/>
          </w:pPr>
          <w:r>
            <w:t>[Date]</w:t>
          </w:r>
        </w:p>
      </w:docPartBody>
    </w:docPart>
    <w:docPart>
      <w:docPartPr>
        <w:name w:val="16F49D57DE3644AD8B964566D1CD3B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8D9B9-8C64-4320-B6DD-98DA527A17FB}"/>
      </w:docPartPr>
      <w:docPartBody>
        <w:p w:rsidR="00761822" w:rsidRDefault="00761822">
          <w:pPr>
            <w:pStyle w:val="16F49D57DE3644AD8B964566D1CD3BF0"/>
          </w:pPr>
          <w:r>
            <w:t>[Number]</w:t>
          </w:r>
        </w:p>
      </w:docPartBody>
    </w:docPart>
    <w:docPart>
      <w:docPartPr>
        <w:name w:val="FC2F04F4C04D45C18F59E5CC6A475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C71E-B9C9-4E9B-A131-7254C200A32F}"/>
      </w:docPartPr>
      <w:docPartBody>
        <w:p w:rsidR="00761822" w:rsidRDefault="00761822" w:rsidP="00761822">
          <w:pPr>
            <w:pStyle w:val="FC2F04F4C04D45C18F59E5CC6A4754CF"/>
          </w:pPr>
          <w:r>
            <w:t>[Date]</w:t>
          </w:r>
        </w:p>
      </w:docPartBody>
    </w:docPart>
    <w:docPart>
      <w:docPartPr>
        <w:name w:val="093A1572E2CD473F8C34A346EDFF7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631DC-D5D7-4327-AC7C-4C19E094546B}"/>
      </w:docPartPr>
      <w:docPartBody>
        <w:p w:rsidR="00761822" w:rsidRDefault="00761822" w:rsidP="00761822">
          <w:pPr>
            <w:pStyle w:val="093A1572E2CD473F8C34A346EDFF744E"/>
          </w:pPr>
          <w:r>
            <w:t>[Date]</w:t>
          </w:r>
        </w:p>
      </w:docPartBody>
    </w:docPart>
    <w:docPart>
      <w:docPartPr>
        <w:name w:val="79019A5B70D94CEC880379E5FD6FF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345AC-B954-4F23-9814-AF876AF644AF}"/>
      </w:docPartPr>
      <w:docPartBody>
        <w:p w:rsidR="00761822" w:rsidRDefault="00761822" w:rsidP="00761822">
          <w:pPr>
            <w:pStyle w:val="79019A5B70D94CEC880379E5FD6FF672"/>
          </w:pPr>
          <w:r>
            <w:t>[Number]</w:t>
          </w:r>
        </w:p>
      </w:docPartBody>
    </w:docPart>
    <w:docPart>
      <w:docPartPr>
        <w:name w:val="FDF7AD7658A249EDB54D0B44562B4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31670-EB07-44B0-BA74-28C6EED4DCC7}"/>
      </w:docPartPr>
      <w:docPartBody>
        <w:p w:rsidR="00761822" w:rsidRDefault="00761822" w:rsidP="00761822">
          <w:pPr>
            <w:pStyle w:val="FDF7AD7658A249EDB54D0B44562B47A8"/>
          </w:pPr>
          <w:r>
            <w:t>[Date]</w:t>
          </w:r>
        </w:p>
      </w:docPartBody>
    </w:docPart>
    <w:docPart>
      <w:docPartPr>
        <w:name w:val="DC5E89FE583E44569A32115FD7B86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EA43D-1354-4CFF-9420-635C4F582297}"/>
      </w:docPartPr>
      <w:docPartBody>
        <w:p w:rsidR="00761822" w:rsidRDefault="00761822" w:rsidP="00761822">
          <w:pPr>
            <w:pStyle w:val="DC5E89FE583E44569A32115FD7B862D3"/>
          </w:pPr>
          <w:r>
            <w:t>[Number]</w:t>
          </w:r>
        </w:p>
      </w:docPartBody>
    </w:docPart>
    <w:docPart>
      <w:docPartPr>
        <w:name w:val="C211B3968AE343FAA051DAB66870B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3E73-9F86-40C9-9E6C-17F75C0FB2E2}"/>
      </w:docPartPr>
      <w:docPartBody>
        <w:p w:rsidR="00761822" w:rsidRDefault="00761822" w:rsidP="00761822">
          <w:pPr>
            <w:pStyle w:val="C211B3968AE343FAA051DAB66870BA4F"/>
          </w:pPr>
          <w:r>
            <w:t>[Date]</w:t>
          </w:r>
        </w:p>
      </w:docPartBody>
    </w:docPart>
    <w:docPart>
      <w:docPartPr>
        <w:name w:val="31952DCE6AB041CCB91B3A00F9D56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EBD1E-007C-4FA7-A5DF-8838A73FF320}"/>
      </w:docPartPr>
      <w:docPartBody>
        <w:p w:rsidR="00761822" w:rsidRDefault="00761822" w:rsidP="00761822">
          <w:pPr>
            <w:pStyle w:val="31952DCE6AB041CCB91B3A00F9D56FA8"/>
          </w:pPr>
          <w:r>
            <w:t>[Number]</w:t>
          </w:r>
        </w:p>
      </w:docPartBody>
    </w:docPart>
    <w:docPart>
      <w:docPartPr>
        <w:name w:val="A1C9FBFB551F4E97A1DB8E41E7997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7D521-CE09-4BC3-B510-6E689F6BEFDD}"/>
      </w:docPartPr>
      <w:docPartBody>
        <w:p w:rsidR="00761822" w:rsidRDefault="00761822" w:rsidP="00761822">
          <w:pPr>
            <w:pStyle w:val="A1C9FBFB551F4E97A1DB8E41E7997551"/>
          </w:pPr>
          <w:r>
            <w:t>[Date]</w:t>
          </w:r>
        </w:p>
      </w:docPartBody>
    </w:docPart>
    <w:docPart>
      <w:docPartPr>
        <w:name w:val="7C251760659E4495B606C885B4E881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0F5E8-8DB3-4F03-9276-5BC322C94C53}"/>
      </w:docPartPr>
      <w:docPartBody>
        <w:p w:rsidR="00761822" w:rsidRDefault="00761822" w:rsidP="00761822">
          <w:pPr>
            <w:pStyle w:val="7C251760659E4495B606C885B4E8812B"/>
          </w:pPr>
          <w:r>
            <w:t>[Date]</w:t>
          </w:r>
        </w:p>
      </w:docPartBody>
    </w:docPart>
    <w:docPart>
      <w:docPartPr>
        <w:name w:val="5F79D5BAB9964B5BA9316BEE5C53FF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541D1-009F-4DD1-8172-C840A8DDCFD0}"/>
      </w:docPartPr>
      <w:docPartBody>
        <w:p w:rsidR="00761822" w:rsidRDefault="00761822" w:rsidP="00761822">
          <w:pPr>
            <w:pStyle w:val="5F79D5BAB9964B5BA9316BEE5C53FF71"/>
          </w:pPr>
          <w:r>
            <w:t>[Number]</w:t>
          </w:r>
        </w:p>
      </w:docPartBody>
    </w:docPart>
    <w:docPart>
      <w:docPartPr>
        <w:name w:val="7A62DD925EE84681837486FB656047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E8767-19FF-45B8-A3A2-29AFAE5CC0F4}"/>
      </w:docPartPr>
      <w:docPartBody>
        <w:p w:rsidR="00761822" w:rsidRDefault="00761822" w:rsidP="00761822">
          <w:pPr>
            <w:pStyle w:val="7A62DD925EE84681837486FB6560472F"/>
          </w:pPr>
          <w:r>
            <w:t>[Date]</w:t>
          </w:r>
        </w:p>
      </w:docPartBody>
    </w:docPart>
    <w:docPart>
      <w:docPartPr>
        <w:name w:val="20D21B8F282A49F58D190DE76B7EF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4171B1-210A-4ED4-9676-1B8DAA39D753}"/>
      </w:docPartPr>
      <w:docPartBody>
        <w:p w:rsidR="00761822" w:rsidRDefault="00761822" w:rsidP="00761822">
          <w:pPr>
            <w:pStyle w:val="20D21B8F282A49F58D190DE76B7EFC9F"/>
          </w:pPr>
          <w:r>
            <w:t>[Number]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22"/>
    <w:rsid w:val="0076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0E234932704515B6A0AFB1DC2C79BD">
    <w:name w:val="880E234932704515B6A0AFB1DC2C79BD"/>
  </w:style>
  <w:style w:type="paragraph" w:customStyle="1" w:styleId="16F49D57DE3644AD8B964566D1CD3BF0">
    <w:name w:val="16F49D57DE3644AD8B964566D1CD3BF0"/>
  </w:style>
  <w:style w:type="paragraph" w:customStyle="1" w:styleId="436DDE2E02E14331937A8DC783C1134F">
    <w:name w:val="436DDE2E02E14331937A8DC783C1134F"/>
  </w:style>
  <w:style w:type="paragraph" w:customStyle="1" w:styleId="01748DEC250D44BB957180B19C104103">
    <w:name w:val="01748DEC250D44BB957180B19C104103"/>
  </w:style>
  <w:style w:type="paragraph" w:customStyle="1" w:styleId="481882D458584844A7A6F6DA427D7CE7">
    <w:name w:val="481882D458584844A7A6F6DA427D7CE7"/>
    <w:rsid w:val="00761822"/>
  </w:style>
  <w:style w:type="paragraph" w:customStyle="1" w:styleId="924946C265DB48208A2E2F44C6195E29">
    <w:name w:val="924946C265DB48208A2E2F44C6195E29"/>
    <w:rsid w:val="00761822"/>
  </w:style>
  <w:style w:type="paragraph" w:customStyle="1" w:styleId="FBCA0FC7842449C4A35386AD467B76AE">
    <w:name w:val="FBCA0FC7842449C4A35386AD467B76AE"/>
    <w:rsid w:val="00761822"/>
  </w:style>
  <w:style w:type="paragraph" w:customStyle="1" w:styleId="45F4BEF91CC049F1901421544DC06E88">
    <w:name w:val="45F4BEF91CC049F1901421544DC06E88"/>
    <w:rsid w:val="00761822"/>
  </w:style>
  <w:style w:type="paragraph" w:customStyle="1" w:styleId="A10FE11D4B7746E3ABF771FE5CBEDF6C">
    <w:name w:val="A10FE11D4B7746E3ABF771FE5CBEDF6C"/>
    <w:rsid w:val="00761822"/>
  </w:style>
  <w:style w:type="paragraph" w:customStyle="1" w:styleId="7002726530AD404A91ADD8997602FE58">
    <w:name w:val="7002726530AD404A91ADD8997602FE58"/>
    <w:rsid w:val="00761822"/>
  </w:style>
  <w:style w:type="paragraph" w:customStyle="1" w:styleId="361E0916C8E24110ADB79DAF79E44F58">
    <w:name w:val="361E0916C8E24110ADB79DAF79E44F58"/>
    <w:rsid w:val="00761822"/>
  </w:style>
  <w:style w:type="paragraph" w:customStyle="1" w:styleId="314992B8961A4FC484CF9F540B9F2008">
    <w:name w:val="314992B8961A4FC484CF9F540B9F2008"/>
    <w:rsid w:val="00761822"/>
  </w:style>
  <w:style w:type="paragraph" w:customStyle="1" w:styleId="FC2F04F4C04D45C18F59E5CC6A4754CF">
    <w:name w:val="FC2F04F4C04D45C18F59E5CC6A4754CF"/>
    <w:rsid w:val="00761822"/>
  </w:style>
  <w:style w:type="paragraph" w:customStyle="1" w:styleId="364971E7A934489E8A553F96E79AA4D7">
    <w:name w:val="364971E7A934489E8A553F96E79AA4D7"/>
    <w:rsid w:val="00761822"/>
  </w:style>
  <w:style w:type="paragraph" w:customStyle="1" w:styleId="093A1572E2CD473F8C34A346EDFF744E">
    <w:name w:val="093A1572E2CD473F8C34A346EDFF744E"/>
    <w:rsid w:val="00761822"/>
  </w:style>
  <w:style w:type="paragraph" w:customStyle="1" w:styleId="79019A5B70D94CEC880379E5FD6FF672">
    <w:name w:val="79019A5B70D94CEC880379E5FD6FF672"/>
    <w:rsid w:val="00761822"/>
  </w:style>
  <w:style w:type="paragraph" w:customStyle="1" w:styleId="765D2C608E3B48138323A4BEFEDAE0A5">
    <w:name w:val="765D2C608E3B48138323A4BEFEDAE0A5"/>
    <w:rsid w:val="00761822"/>
  </w:style>
  <w:style w:type="paragraph" w:customStyle="1" w:styleId="0CA0D75BF7144831A5883D37AFD9BFFD">
    <w:name w:val="0CA0D75BF7144831A5883D37AFD9BFFD"/>
    <w:rsid w:val="00761822"/>
  </w:style>
  <w:style w:type="paragraph" w:customStyle="1" w:styleId="FDF7AD7658A249EDB54D0B44562B47A8">
    <w:name w:val="FDF7AD7658A249EDB54D0B44562B47A8"/>
    <w:rsid w:val="00761822"/>
  </w:style>
  <w:style w:type="paragraph" w:customStyle="1" w:styleId="DC5E89FE583E44569A32115FD7B862D3">
    <w:name w:val="DC5E89FE583E44569A32115FD7B862D3"/>
    <w:rsid w:val="00761822"/>
  </w:style>
  <w:style w:type="paragraph" w:customStyle="1" w:styleId="C211B3968AE343FAA051DAB66870BA4F">
    <w:name w:val="C211B3968AE343FAA051DAB66870BA4F"/>
    <w:rsid w:val="00761822"/>
  </w:style>
  <w:style w:type="paragraph" w:customStyle="1" w:styleId="31952DCE6AB041CCB91B3A00F9D56FA8">
    <w:name w:val="31952DCE6AB041CCB91B3A00F9D56FA8"/>
    <w:rsid w:val="00761822"/>
  </w:style>
  <w:style w:type="paragraph" w:customStyle="1" w:styleId="A1C9FBFB551F4E97A1DB8E41E7997551">
    <w:name w:val="A1C9FBFB551F4E97A1DB8E41E7997551"/>
    <w:rsid w:val="00761822"/>
  </w:style>
  <w:style w:type="paragraph" w:customStyle="1" w:styleId="7C251760659E4495B606C885B4E8812B">
    <w:name w:val="7C251760659E4495B606C885B4E8812B"/>
    <w:rsid w:val="00761822"/>
  </w:style>
  <w:style w:type="paragraph" w:customStyle="1" w:styleId="5F79D5BAB9964B5BA9316BEE5C53FF71">
    <w:name w:val="5F79D5BAB9964B5BA9316BEE5C53FF71"/>
    <w:rsid w:val="00761822"/>
  </w:style>
  <w:style w:type="paragraph" w:customStyle="1" w:styleId="7A62DD925EE84681837486FB6560472F">
    <w:name w:val="7A62DD925EE84681837486FB6560472F"/>
    <w:rsid w:val="00761822"/>
  </w:style>
  <w:style w:type="paragraph" w:customStyle="1" w:styleId="20D21B8F282A49F58D190DE76B7EFC9F">
    <w:name w:val="20D21B8F282A49F58D190DE76B7EFC9F"/>
    <w:rsid w:val="00761822"/>
  </w:style>
  <w:style w:type="paragraph" w:customStyle="1" w:styleId="2A1CCF16A3BF4F41A9965D5F791AB1FD">
    <w:name w:val="2A1CCF16A3BF4F41A9965D5F791AB1FD"/>
    <w:rsid w:val="007618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Arial">
      <a:majorFont>
        <a:latin typeface="Arial" panose="020B06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38C3AD5-9F4B-4619-9EC0-05CBB137C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Petty cash receipt (3 per page)</Template>
  <TotalTime>93</TotalTime>
  <Pages>3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Samantha Bos</dc:creator>
  <cp:keywords/>
  <cp:lastModifiedBy>Samantha Bos</cp:lastModifiedBy>
  <cp:revision>2</cp:revision>
  <dcterms:created xsi:type="dcterms:W3CDTF">2015-06-10T18:51:00Z</dcterms:created>
  <dcterms:modified xsi:type="dcterms:W3CDTF">2015-06-11T03:10:00Z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TC034630849991</vt:lpwstr>
  </property>
</Properties>
</file>