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483" w:rsidRDefault="005567CF">
      <w:pPr>
        <w:pStyle w:val="Title"/>
      </w:pPr>
      <w:r>
        <w:t>Drafting Expository Essays</w:t>
      </w:r>
    </w:p>
    <w:p w:rsidR="00875483" w:rsidRDefault="00196E4A">
      <w:pPr>
        <w:pStyle w:val="Heading1"/>
      </w:pPr>
      <w:proofErr w:type="spellStart"/>
      <w:r>
        <w:t>UbD</w:t>
      </w:r>
      <w:proofErr w:type="spellEnd"/>
      <w:r>
        <w:t>-Practical Writing: Expository Essay</w:t>
      </w:r>
    </w:p>
    <w:p w:rsidR="00875483" w:rsidRDefault="00875483"/>
    <w:p w:rsidR="00196E4A" w:rsidRPr="004E344B" w:rsidRDefault="00196E4A" w:rsidP="00196E4A">
      <w:pPr>
        <w:spacing w:line="240" w:lineRule="auto"/>
        <w:contextualSpacing/>
        <w:rPr>
          <w:u w:val="single"/>
        </w:rPr>
      </w:pPr>
      <w:proofErr w:type="gramStart"/>
      <w:r w:rsidRPr="004E344B">
        <w:rPr>
          <w:u w:val="single"/>
        </w:rPr>
        <w:t>Standards :</w:t>
      </w:r>
      <w:proofErr w:type="gramEnd"/>
    </w:p>
    <w:p w:rsidR="00196E4A" w:rsidRPr="00196E4A" w:rsidRDefault="00196E4A" w:rsidP="00196E4A">
      <w:pPr>
        <w:spacing w:line="240" w:lineRule="auto"/>
        <w:contextualSpacing/>
      </w:pPr>
      <w:r w:rsidRPr="00196E4A">
        <w:t>(</w:t>
      </w:r>
      <w:proofErr w:type="gramStart"/>
      <w:r w:rsidRPr="00196E4A">
        <w:t>state</w:t>
      </w:r>
      <w:proofErr w:type="gramEnd"/>
      <w:r w:rsidRPr="00196E4A">
        <w:t>, national, school, network)</w:t>
      </w:r>
    </w:p>
    <w:p w:rsidR="00196E4A" w:rsidRPr="00196E4A" w:rsidRDefault="00196E4A" w:rsidP="00196E4A">
      <w:pPr>
        <w:spacing w:line="240" w:lineRule="auto"/>
        <w:contextualSpacing/>
      </w:pPr>
    </w:p>
    <w:p w:rsidR="00196E4A" w:rsidRPr="00196E4A" w:rsidRDefault="00711744" w:rsidP="00196E4A">
      <w:pPr>
        <w:spacing w:line="240" w:lineRule="auto"/>
        <w:contextualSpacing/>
      </w:pPr>
      <w:r w:rsidRPr="00711744">
        <w:t>TEKS 110.54 and 128.54</w:t>
      </w:r>
    </w:p>
    <w:p w:rsidR="00196E4A" w:rsidRPr="00196E4A" w:rsidRDefault="00196E4A" w:rsidP="00196E4A">
      <w:pPr>
        <w:spacing w:line="240" w:lineRule="auto"/>
        <w:contextualSpacing/>
      </w:pPr>
    </w:p>
    <w:p w:rsidR="00196E4A" w:rsidRPr="00196E4A" w:rsidRDefault="00196E4A" w:rsidP="00196E4A">
      <w:pPr>
        <w:spacing w:line="240" w:lineRule="auto"/>
        <w:contextualSpacing/>
      </w:pPr>
    </w:p>
    <w:p w:rsidR="00196E4A" w:rsidRPr="004E344B" w:rsidRDefault="00196E4A" w:rsidP="00196E4A">
      <w:pPr>
        <w:spacing w:line="240" w:lineRule="auto"/>
        <w:contextualSpacing/>
        <w:rPr>
          <w:u w:val="single"/>
        </w:rPr>
      </w:pPr>
      <w:r w:rsidRPr="004E344B">
        <w:rPr>
          <w:u w:val="single"/>
        </w:rPr>
        <w:t>Objective(s) for student learning:</w:t>
      </w:r>
    </w:p>
    <w:p w:rsidR="00196E4A" w:rsidRPr="00196E4A" w:rsidRDefault="00196E4A" w:rsidP="00196E4A">
      <w:pPr>
        <w:spacing w:line="240" w:lineRule="auto"/>
        <w:contextualSpacing/>
      </w:pPr>
      <w:r w:rsidRPr="00196E4A">
        <w:t>(</w:t>
      </w:r>
      <w:proofErr w:type="gramStart"/>
      <w:r w:rsidRPr="00196E4A">
        <w:t>understandings</w:t>
      </w:r>
      <w:proofErr w:type="gramEnd"/>
      <w:r w:rsidRPr="00196E4A">
        <w:t>, knowledge, skill)</w:t>
      </w:r>
    </w:p>
    <w:p w:rsidR="00196E4A" w:rsidRDefault="00196E4A" w:rsidP="00196E4A">
      <w:pPr>
        <w:spacing w:line="240" w:lineRule="auto"/>
        <w:contextualSpacing/>
      </w:pPr>
    </w:p>
    <w:p w:rsidR="00196E4A" w:rsidRPr="00196E4A" w:rsidRDefault="00196E4A" w:rsidP="00196E4A">
      <w:pPr>
        <w:spacing w:line="240" w:lineRule="auto"/>
        <w:contextualSpacing/>
      </w:pPr>
    </w:p>
    <w:p w:rsidR="00196E4A" w:rsidRPr="004E344B" w:rsidRDefault="00196E4A" w:rsidP="00196E4A">
      <w:pPr>
        <w:spacing w:line="240" w:lineRule="auto"/>
        <w:contextualSpacing/>
        <w:rPr>
          <w:u w:val="single"/>
        </w:rPr>
      </w:pPr>
      <w:r w:rsidRPr="004E344B">
        <w:rPr>
          <w:u w:val="single"/>
        </w:rPr>
        <w:t xml:space="preserve">Essential Question(s): </w:t>
      </w:r>
    </w:p>
    <w:p w:rsidR="00196E4A" w:rsidRPr="00196E4A" w:rsidRDefault="00196E4A" w:rsidP="00196E4A">
      <w:pPr>
        <w:spacing w:line="240" w:lineRule="auto"/>
        <w:contextualSpacing/>
      </w:pPr>
    </w:p>
    <w:p w:rsidR="007573C5" w:rsidRPr="007573C5" w:rsidRDefault="007573C5" w:rsidP="007573C5">
      <w:pPr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7573C5">
        <w:rPr>
          <w:rFonts w:asciiTheme="majorHAnsi" w:hAnsiTheme="majorHAnsi"/>
        </w:rPr>
        <w:t xml:space="preserve">What does effective writing look like? Who are models of effective written and oral communication? </w:t>
      </w:r>
    </w:p>
    <w:p w:rsidR="007573C5" w:rsidRDefault="007573C5" w:rsidP="007573C5">
      <w:pPr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7573C5">
        <w:rPr>
          <w:rFonts w:asciiTheme="majorHAnsi" w:hAnsiTheme="majorHAnsi"/>
        </w:rPr>
        <w:t xml:space="preserve">What skills do I need to acquire to communicate effectively? </w:t>
      </w:r>
    </w:p>
    <w:p w:rsidR="00930197" w:rsidRPr="00930197" w:rsidRDefault="00930197" w:rsidP="0093019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930197">
        <w:rPr>
          <w:rFonts w:asciiTheme="majorHAnsi" w:hAnsiTheme="majorHAnsi"/>
        </w:rPr>
        <w:t xml:space="preserve">What is the relationship between features of a written style and author’s purpose? </w:t>
      </w:r>
    </w:p>
    <w:p w:rsidR="00930197" w:rsidRPr="007573C5" w:rsidRDefault="00930197" w:rsidP="00930197">
      <w:pPr>
        <w:spacing w:after="0" w:line="240" w:lineRule="auto"/>
        <w:ind w:left="720"/>
        <w:rPr>
          <w:rFonts w:asciiTheme="majorHAnsi" w:hAnsiTheme="majorHAnsi"/>
        </w:rPr>
      </w:pPr>
    </w:p>
    <w:p w:rsidR="00196E4A" w:rsidRPr="007573C5" w:rsidRDefault="00196E4A" w:rsidP="00196E4A">
      <w:pPr>
        <w:spacing w:line="240" w:lineRule="auto"/>
        <w:contextualSpacing/>
        <w:rPr>
          <w:rFonts w:asciiTheme="majorHAnsi" w:hAnsiTheme="majorHAnsi"/>
        </w:rPr>
      </w:pPr>
    </w:p>
    <w:p w:rsidR="00196E4A" w:rsidRPr="004E344B" w:rsidRDefault="00196E4A" w:rsidP="00196E4A">
      <w:pPr>
        <w:spacing w:line="240" w:lineRule="auto"/>
        <w:contextualSpacing/>
        <w:rPr>
          <w:rFonts w:asciiTheme="majorHAnsi" w:hAnsiTheme="majorHAnsi"/>
          <w:u w:val="single"/>
        </w:rPr>
      </w:pPr>
      <w:r w:rsidRPr="004E344B">
        <w:rPr>
          <w:rFonts w:asciiTheme="majorHAnsi" w:hAnsiTheme="majorHAnsi"/>
          <w:u w:val="single"/>
        </w:rPr>
        <w:t xml:space="preserve">Assessment Evidence: </w:t>
      </w:r>
    </w:p>
    <w:p w:rsidR="00196E4A" w:rsidRPr="00196E4A" w:rsidRDefault="00196E4A" w:rsidP="00196E4A">
      <w:pPr>
        <w:spacing w:line="240" w:lineRule="auto"/>
        <w:contextualSpacing/>
      </w:pPr>
      <w:r w:rsidRPr="00196E4A">
        <w:t>(</w:t>
      </w:r>
      <w:proofErr w:type="gramStart"/>
      <w:r w:rsidRPr="00196E4A">
        <w:t>performance</w:t>
      </w:r>
      <w:proofErr w:type="gramEnd"/>
      <w:r w:rsidRPr="00196E4A">
        <w:t xml:space="preserve"> task(s) and/or other evidence such as quizzes, tests, academic prompts)</w:t>
      </w:r>
    </w:p>
    <w:p w:rsidR="00196E4A" w:rsidRDefault="00196E4A" w:rsidP="00196E4A">
      <w:pPr>
        <w:spacing w:line="240" w:lineRule="auto"/>
        <w:contextualSpacing/>
      </w:pPr>
    </w:p>
    <w:p w:rsidR="00711744" w:rsidRDefault="00C64805" w:rsidP="00196E4A">
      <w:pPr>
        <w:spacing w:line="240" w:lineRule="auto"/>
        <w:contextualSpacing/>
      </w:pPr>
      <w:r>
        <w:t xml:space="preserve">Drafted essay from one of the Expository categories (predetermined by the teacher) </w:t>
      </w:r>
    </w:p>
    <w:p w:rsidR="00C64805" w:rsidRPr="00196E4A" w:rsidRDefault="00C64805" w:rsidP="00196E4A">
      <w:pPr>
        <w:spacing w:line="240" w:lineRule="auto"/>
        <w:contextualSpacing/>
      </w:pPr>
    </w:p>
    <w:p w:rsidR="00196E4A" w:rsidRPr="004E344B" w:rsidRDefault="00196E4A" w:rsidP="00196E4A">
      <w:pPr>
        <w:spacing w:line="240" w:lineRule="auto"/>
        <w:contextualSpacing/>
        <w:rPr>
          <w:u w:val="single"/>
        </w:rPr>
      </w:pPr>
      <w:r w:rsidRPr="004E344B">
        <w:rPr>
          <w:u w:val="single"/>
        </w:rPr>
        <w:t xml:space="preserve">Opening the lesson/introduction: </w:t>
      </w:r>
    </w:p>
    <w:p w:rsidR="00196E4A" w:rsidRPr="00196E4A" w:rsidRDefault="00196E4A" w:rsidP="00196E4A">
      <w:pPr>
        <w:spacing w:line="240" w:lineRule="auto"/>
        <w:contextualSpacing/>
      </w:pPr>
      <w:r w:rsidRPr="00196E4A">
        <w:t>(</w:t>
      </w:r>
      <w:proofErr w:type="gramStart"/>
      <w:r w:rsidRPr="00196E4A">
        <w:t>anticipatory</w:t>
      </w:r>
      <w:proofErr w:type="gramEnd"/>
      <w:r w:rsidRPr="00196E4A">
        <w:t xml:space="preserve"> set/hook, advance organizer, review) </w:t>
      </w:r>
    </w:p>
    <w:p w:rsidR="00196E4A" w:rsidRDefault="00196E4A" w:rsidP="00196E4A">
      <w:pPr>
        <w:spacing w:line="240" w:lineRule="auto"/>
        <w:contextualSpacing/>
      </w:pPr>
    </w:p>
    <w:p w:rsidR="00C64805" w:rsidRDefault="00C64805" w:rsidP="00196E4A">
      <w:pPr>
        <w:spacing w:line="240" w:lineRule="auto"/>
        <w:contextualSpacing/>
      </w:pPr>
      <w:r>
        <w:t xml:space="preserve">Students will be asked to retrieve their Organizing Your Writing Territories list from their writer’s notebook. Students with lost/misplaced lists will be directed to the Xeroxed copy the teacher has placed in their writing folder. </w:t>
      </w:r>
    </w:p>
    <w:p w:rsidR="00B063BD" w:rsidRDefault="00B063BD" w:rsidP="00196E4A">
      <w:pPr>
        <w:spacing w:line="240" w:lineRule="auto"/>
        <w:contextualSpacing/>
      </w:pPr>
    </w:p>
    <w:p w:rsidR="00196E4A" w:rsidRPr="004E344B" w:rsidRDefault="00196E4A" w:rsidP="00196E4A">
      <w:pPr>
        <w:spacing w:line="240" w:lineRule="auto"/>
        <w:contextualSpacing/>
        <w:rPr>
          <w:u w:val="single"/>
        </w:rPr>
      </w:pPr>
      <w:r w:rsidRPr="004E344B">
        <w:rPr>
          <w:u w:val="single"/>
        </w:rPr>
        <w:t xml:space="preserve">Instructional model: </w:t>
      </w:r>
    </w:p>
    <w:p w:rsidR="00196E4A" w:rsidRDefault="00196E4A" w:rsidP="00196E4A">
      <w:pPr>
        <w:spacing w:line="240" w:lineRule="auto"/>
        <w:contextualSpacing/>
      </w:pPr>
      <w:r w:rsidRPr="00196E4A">
        <w:t>(</w:t>
      </w:r>
      <w:proofErr w:type="gramStart"/>
      <w:r w:rsidRPr="00196E4A">
        <w:t>describe</w:t>
      </w:r>
      <w:proofErr w:type="gramEnd"/>
      <w:r w:rsidRPr="00196E4A">
        <w:t xml:space="preserve"> curriculum/content and pedagogy/process)</w:t>
      </w:r>
    </w:p>
    <w:p w:rsidR="00C64805" w:rsidRDefault="00C64805" w:rsidP="00196E4A">
      <w:pPr>
        <w:spacing w:line="240" w:lineRule="auto"/>
        <w:contextualSpacing/>
      </w:pPr>
    </w:p>
    <w:p w:rsidR="00C64805" w:rsidRDefault="00C64805" w:rsidP="00196E4A">
      <w:pPr>
        <w:spacing w:line="240" w:lineRule="auto"/>
        <w:contextualSpacing/>
      </w:pPr>
      <w:r>
        <w:t xml:space="preserve">Students will be instructed to choose a topic from the “How To” (or other as determined by the teacher) category to write an essay about. After completing a graphic organizer, a full class period will be given to drafting time. The final essay will need to fit on the 26-line STAAR sheet. </w:t>
      </w:r>
    </w:p>
    <w:p w:rsidR="00C64805" w:rsidRDefault="00C64805" w:rsidP="00196E4A">
      <w:pPr>
        <w:spacing w:line="240" w:lineRule="auto"/>
        <w:contextualSpacing/>
      </w:pPr>
    </w:p>
    <w:p w:rsidR="00C64805" w:rsidRDefault="00C64805" w:rsidP="00196E4A">
      <w:pPr>
        <w:spacing w:line="240" w:lineRule="auto"/>
        <w:contextualSpacing/>
      </w:pPr>
      <w:r>
        <w:t xml:space="preserve">Essays will go through at least one revising session and one editing session. These sessions will be varied between individual, group, and student-teacher.  </w:t>
      </w:r>
    </w:p>
    <w:p w:rsidR="00112027" w:rsidRDefault="00112027" w:rsidP="00196E4A">
      <w:pPr>
        <w:spacing w:line="240" w:lineRule="auto"/>
        <w:contextualSpacing/>
      </w:pPr>
    </w:p>
    <w:p w:rsidR="00112027" w:rsidRDefault="00112027" w:rsidP="00196E4A">
      <w:pPr>
        <w:spacing w:line="240" w:lineRule="auto"/>
        <w:contextualSpacing/>
      </w:pPr>
      <w:r>
        <w:t xml:space="preserve">Graphic Organizers for use: </w:t>
      </w:r>
    </w:p>
    <w:p w:rsidR="00112027" w:rsidRDefault="00112027" w:rsidP="00112027">
      <w:pPr>
        <w:pStyle w:val="ListParagraph"/>
        <w:numPr>
          <w:ilvl w:val="0"/>
          <w:numId w:val="8"/>
        </w:numPr>
        <w:spacing w:line="240" w:lineRule="auto"/>
      </w:pPr>
      <w:r>
        <w:t>T-charts</w:t>
      </w:r>
    </w:p>
    <w:p w:rsidR="00112027" w:rsidRDefault="00112027" w:rsidP="00112027">
      <w:pPr>
        <w:pStyle w:val="ListParagraph"/>
        <w:numPr>
          <w:ilvl w:val="0"/>
          <w:numId w:val="8"/>
        </w:numPr>
        <w:spacing w:line="240" w:lineRule="auto"/>
      </w:pPr>
      <w:r>
        <w:t>5 Paragraph essay fill in: Intro, Body 1, Body 2, Body 3, Conclusion</w:t>
      </w:r>
    </w:p>
    <w:p w:rsidR="00112027" w:rsidRDefault="00112027" w:rsidP="00112027">
      <w:pPr>
        <w:pStyle w:val="ListParagraph"/>
        <w:numPr>
          <w:ilvl w:val="0"/>
          <w:numId w:val="8"/>
        </w:numPr>
        <w:spacing w:line="240" w:lineRule="auto"/>
      </w:pPr>
      <w:r>
        <w:t>Idea Map</w:t>
      </w:r>
    </w:p>
    <w:p w:rsidR="00112027" w:rsidRDefault="00112027" w:rsidP="00112027">
      <w:pPr>
        <w:pStyle w:val="ListParagraph"/>
        <w:numPr>
          <w:ilvl w:val="0"/>
          <w:numId w:val="8"/>
        </w:numPr>
        <w:spacing w:line="240" w:lineRule="auto"/>
      </w:pPr>
      <w:r>
        <w:t>Listed outline</w:t>
      </w:r>
    </w:p>
    <w:p w:rsidR="00112027" w:rsidRDefault="00112027" w:rsidP="00112027">
      <w:pPr>
        <w:spacing w:line="240" w:lineRule="auto"/>
      </w:pPr>
      <w:r>
        <w:lastRenderedPageBreak/>
        <w:t>Drafting Strategies for use:</w:t>
      </w:r>
    </w:p>
    <w:p w:rsidR="00112027" w:rsidRDefault="00112027" w:rsidP="00112027">
      <w:pPr>
        <w:pStyle w:val="ListParagraph"/>
        <w:numPr>
          <w:ilvl w:val="0"/>
          <w:numId w:val="9"/>
        </w:numPr>
        <w:spacing w:line="240" w:lineRule="auto"/>
      </w:pPr>
      <w:r>
        <w:t>Read aloud drafting and transcribed</w:t>
      </w:r>
    </w:p>
    <w:p w:rsidR="00112027" w:rsidRDefault="00112027" w:rsidP="00112027">
      <w:pPr>
        <w:pStyle w:val="ListParagraph"/>
        <w:numPr>
          <w:ilvl w:val="0"/>
          <w:numId w:val="9"/>
        </w:numPr>
        <w:spacing w:line="240" w:lineRule="auto"/>
      </w:pPr>
      <w:r>
        <w:t>Timed writing</w:t>
      </w:r>
    </w:p>
    <w:p w:rsidR="00112027" w:rsidRDefault="00112027" w:rsidP="00112027">
      <w:pPr>
        <w:pStyle w:val="ListParagraph"/>
        <w:numPr>
          <w:ilvl w:val="0"/>
          <w:numId w:val="9"/>
        </w:numPr>
        <w:spacing w:line="240" w:lineRule="auto"/>
      </w:pPr>
      <w:r>
        <w:t>Conclusion first</w:t>
      </w:r>
    </w:p>
    <w:p w:rsidR="00112027" w:rsidRDefault="00112027" w:rsidP="00112027">
      <w:pPr>
        <w:pStyle w:val="ListParagraph"/>
        <w:numPr>
          <w:ilvl w:val="0"/>
          <w:numId w:val="9"/>
        </w:numPr>
        <w:spacing w:line="240" w:lineRule="auto"/>
      </w:pPr>
      <w:r>
        <w:t>5 paragraph pass around</w:t>
      </w:r>
    </w:p>
    <w:p w:rsidR="00112027" w:rsidRDefault="00112027" w:rsidP="00112027">
      <w:pPr>
        <w:spacing w:line="240" w:lineRule="auto"/>
      </w:pPr>
      <w:r>
        <w:t>Revision Strategies:</w:t>
      </w:r>
    </w:p>
    <w:p w:rsidR="00112027" w:rsidRDefault="00112027" w:rsidP="00112027">
      <w:pPr>
        <w:pStyle w:val="ListParagraph"/>
        <w:numPr>
          <w:ilvl w:val="0"/>
          <w:numId w:val="10"/>
        </w:numPr>
        <w:spacing w:line="240" w:lineRule="auto"/>
      </w:pPr>
      <w:r>
        <w:t>Checklist and rewriting</w:t>
      </w:r>
    </w:p>
    <w:p w:rsidR="00112027" w:rsidRDefault="00112027" w:rsidP="00112027">
      <w:pPr>
        <w:pStyle w:val="ListParagraph"/>
        <w:numPr>
          <w:ilvl w:val="0"/>
          <w:numId w:val="10"/>
        </w:numPr>
        <w:spacing w:line="240" w:lineRule="auto"/>
      </w:pPr>
      <w:r>
        <w:t>Independent Revision Sheet</w:t>
      </w:r>
    </w:p>
    <w:p w:rsidR="00112027" w:rsidRDefault="00112027" w:rsidP="00112027">
      <w:pPr>
        <w:spacing w:line="240" w:lineRule="auto"/>
      </w:pPr>
      <w:r>
        <w:t>Editing Strategies:</w:t>
      </w:r>
    </w:p>
    <w:p w:rsidR="00112027" w:rsidRDefault="00112027" w:rsidP="00112027">
      <w:pPr>
        <w:pStyle w:val="ListParagraph"/>
        <w:numPr>
          <w:ilvl w:val="0"/>
          <w:numId w:val="10"/>
        </w:numPr>
        <w:spacing w:line="240" w:lineRule="auto"/>
      </w:pPr>
      <w:r>
        <w:t>Checklist completed by peer</w:t>
      </w:r>
    </w:p>
    <w:p w:rsidR="00112027" w:rsidRDefault="00112027" w:rsidP="00112027">
      <w:pPr>
        <w:pStyle w:val="ListParagraph"/>
        <w:numPr>
          <w:ilvl w:val="0"/>
          <w:numId w:val="10"/>
        </w:numPr>
        <w:spacing w:line="240" w:lineRule="auto"/>
      </w:pPr>
      <w:r>
        <w:t>Checklist completed by teacher</w:t>
      </w:r>
    </w:p>
    <w:p w:rsidR="00112027" w:rsidRDefault="00112027" w:rsidP="00112027">
      <w:pPr>
        <w:pStyle w:val="ListParagraph"/>
        <w:numPr>
          <w:ilvl w:val="0"/>
          <w:numId w:val="10"/>
        </w:numPr>
        <w:spacing w:line="240" w:lineRule="auto"/>
      </w:pPr>
      <w:r>
        <w:t>Checklist completed by student</w:t>
      </w:r>
    </w:p>
    <w:p w:rsidR="00112027" w:rsidRPr="00196E4A" w:rsidRDefault="00112027" w:rsidP="00112027">
      <w:pPr>
        <w:pStyle w:val="ListParagraph"/>
        <w:numPr>
          <w:ilvl w:val="0"/>
          <w:numId w:val="10"/>
        </w:numPr>
        <w:spacing w:line="240" w:lineRule="auto"/>
      </w:pPr>
      <w:r>
        <w:t xml:space="preserve">“Dead Words” </w:t>
      </w:r>
      <w:bookmarkStart w:id="0" w:name="_GoBack"/>
      <w:bookmarkEnd w:id="0"/>
    </w:p>
    <w:p w:rsidR="00742864" w:rsidRDefault="00742864" w:rsidP="00196E4A">
      <w:pPr>
        <w:spacing w:line="240" w:lineRule="auto"/>
        <w:contextualSpacing/>
      </w:pPr>
    </w:p>
    <w:p w:rsidR="00196E4A" w:rsidRPr="004E344B" w:rsidRDefault="00196E4A" w:rsidP="00196E4A">
      <w:pPr>
        <w:spacing w:line="240" w:lineRule="auto"/>
        <w:contextualSpacing/>
        <w:rPr>
          <w:u w:val="single"/>
        </w:rPr>
      </w:pPr>
      <w:r w:rsidRPr="004E344B">
        <w:rPr>
          <w:u w:val="single"/>
        </w:rPr>
        <w:t xml:space="preserve">Lesson closure: </w:t>
      </w:r>
    </w:p>
    <w:p w:rsidR="00196E4A" w:rsidRDefault="00196E4A" w:rsidP="00196E4A">
      <w:pPr>
        <w:spacing w:line="240" w:lineRule="auto"/>
        <w:contextualSpacing/>
      </w:pPr>
    </w:p>
    <w:p w:rsidR="00B063BD" w:rsidRDefault="00C64805" w:rsidP="00196E4A">
      <w:pPr>
        <w:spacing w:line="240" w:lineRule="auto"/>
        <w:contextualSpacing/>
      </w:pPr>
      <w:r>
        <w:t xml:space="preserve">The essay, once revised and edited, will be checked by the student on the Essay Check Chart and turned in to the teacher to be graded. </w:t>
      </w:r>
    </w:p>
    <w:p w:rsidR="00C64805" w:rsidRDefault="00C64805" w:rsidP="00196E4A">
      <w:pPr>
        <w:spacing w:line="240" w:lineRule="auto"/>
        <w:contextualSpacing/>
      </w:pPr>
    </w:p>
    <w:p w:rsidR="00C64805" w:rsidRPr="00196E4A" w:rsidRDefault="00C64805" w:rsidP="00196E4A">
      <w:pPr>
        <w:spacing w:line="240" w:lineRule="auto"/>
        <w:contextualSpacing/>
      </w:pPr>
      <w:r>
        <w:t xml:space="preserve">Once the essay has been graded, it will be returned to the student and placed in their </w:t>
      </w:r>
      <w:r w:rsidR="00267CBD">
        <w:t xml:space="preserve">writing folder. </w:t>
      </w:r>
    </w:p>
    <w:p w:rsidR="00196E4A" w:rsidRPr="004E344B" w:rsidRDefault="00196E4A" w:rsidP="00196E4A">
      <w:pPr>
        <w:spacing w:line="240" w:lineRule="auto"/>
        <w:contextualSpacing/>
        <w:rPr>
          <w:u w:val="single"/>
        </w:rPr>
      </w:pPr>
      <w:r w:rsidRPr="004E344B">
        <w:rPr>
          <w:u w:val="single"/>
        </w:rPr>
        <w:t xml:space="preserve">Differentiation: </w:t>
      </w:r>
    </w:p>
    <w:p w:rsidR="00196E4A" w:rsidRPr="00196E4A" w:rsidRDefault="00196E4A" w:rsidP="00196E4A">
      <w:pPr>
        <w:spacing w:line="240" w:lineRule="auto"/>
        <w:contextualSpacing/>
      </w:pPr>
      <w:r w:rsidRPr="00196E4A">
        <w:t>(MI/LS learning profile, readiness, interest)</w:t>
      </w:r>
    </w:p>
    <w:p w:rsidR="00196E4A" w:rsidRPr="00196E4A" w:rsidRDefault="00196E4A" w:rsidP="00196E4A">
      <w:pPr>
        <w:spacing w:line="240" w:lineRule="auto"/>
        <w:contextualSpacing/>
      </w:pPr>
    </w:p>
    <w:p w:rsidR="00196E4A" w:rsidRPr="00196E4A" w:rsidRDefault="00196E4A" w:rsidP="00196E4A">
      <w:pPr>
        <w:spacing w:line="240" w:lineRule="auto"/>
        <w:contextualSpacing/>
      </w:pPr>
    </w:p>
    <w:p w:rsidR="00196E4A" w:rsidRPr="004E344B" w:rsidRDefault="00196E4A" w:rsidP="00196E4A">
      <w:pPr>
        <w:spacing w:line="240" w:lineRule="auto"/>
        <w:contextualSpacing/>
        <w:rPr>
          <w:u w:val="single"/>
        </w:rPr>
      </w:pPr>
      <w:proofErr w:type="spellStart"/>
      <w:r w:rsidRPr="004E344B">
        <w:rPr>
          <w:u w:val="single"/>
        </w:rPr>
        <w:t>Accomodation</w:t>
      </w:r>
      <w:proofErr w:type="spellEnd"/>
      <w:r w:rsidRPr="004E344B">
        <w:rPr>
          <w:u w:val="single"/>
        </w:rPr>
        <w:t xml:space="preserve">: </w:t>
      </w:r>
    </w:p>
    <w:p w:rsidR="00196E4A" w:rsidRPr="00196E4A" w:rsidRDefault="00196E4A" w:rsidP="00196E4A">
      <w:pPr>
        <w:spacing w:line="240" w:lineRule="auto"/>
        <w:contextualSpacing/>
      </w:pPr>
      <w:r w:rsidRPr="00196E4A">
        <w:t>(</w:t>
      </w:r>
      <w:proofErr w:type="gramStart"/>
      <w:r w:rsidRPr="00196E4A">
        <w:t>how</w:t>
      </w:r>
      <w:proofErr w:type="gramEnd"/>
      <w:r w:rsidRPr="00196E4A">
        <w:t xml:space="preserve"> are you going to accommodate the unique needs of specific students? For example, accommodating language learners and modifying for special education students…be specific-listing students by name can help ensure that you are recognizing and meeting their individual needs)</w:t>
      </w:r>
    </w:p>
    <w:p w:rsidR="00196E4A" w:rsidRPr="00196E4A" w:rsidRDefault="00196E4A" w:rsidP="00196E4A">
      <w:pPr>
        <w:spacing w:line="240" w:lineRule="auto"/>
        <w:contextualSpacing/>
      </w:pPr>
    </w:p>
    <w:p w:rsidR="00196E4A" w:rsidRPr="00196E4A" w:rsidRDefault="00196E4A" w:rsidP="00196E4A">
      <w:pPr>
        <w:spacing w:line="240" w:lineRule="auto"/>
        <w:contextualSpacing/>
      </w:pPr>
    </w:p>
    <w:p w:rsidR="00196E4A" w:rsidRPr="004E344B" w:rsidRDefault="00196E4A" w:rsidP="00196E4A">
      <w:pPr>
        <w:spacing w:line="240" w:lineRule="auto"/>
        <w:contextualSpacing/>
        <w:rPr>
          <w:u w:val="single"/>
        </w:rPr>
      </w:pPr>
      <w:r w:rsidRPr="004E344B">
        <w:rPr>
          <w:u w:val="single"/>
        </w:rPr>
        <w:t xml:space="preserve">Materials and resources: </w:t>
      </w:r>
    </w:p>
    <w:p w:rsidR="00196E4A" w:rsidRDefault="00196E4A" w:rsidP="00196E4A">
      <w:pPr>
        <w:spacing w:line="240" w:lineRule="auto"/>
        <w:contextualSpacing/>
      </w:pPr>
      <w:r w:rsidRPr="00196E4A">
        <w:t>(</w:t>
      </w:r>
      <w:proofErr w:type="gramStart"/>
      <w:r w:rsidRPr="00196E4A">
        <w:t>student</w:t>
      </w:r>
      <w:proofErr w:type="gramEnd"/>
      <w:r w:rsidRPr="00196E4A">
        <w:t xml:space="preserve"> and teacher materials, including technology; human, technical, community, and/or material resources)</w:t>
      </w:r>
    </w:p>
    <w:p w:rsidR="009B5288" w:rsidRDefault="009B5288" w:rsidP="00196E4A">
      <w:pPr>
        <w:spacing w:line="240" w:lineRule="auto"/>
        <w:contextualSpacing/>
      </w:pPr>
    </w:p>
    <w:p w:rsidR="009B5288" w:rsidRDefault="00267CBD" w:rsidP="00267CBD">
      <w:pPr>
        <w:pStyle w:val="ListParagraph"/>
        <w:numPr>
          <w:ilvl w:val="0"/>
          <w:numId w:val="7"/>
        </w:numPr>
        <w:spacing w:line="240" w:lineRule="auto"/>
      </w:pPr>
      <w:r>
        <w:t>Organizing Your Writing Territories sheet</w:t>
      </w:r>
    </w:p>
    <w:p w:rsidR="00267CBD" w:rsidRDefault="00267CBD" w:rsidP="00267CBD">
      <w:pPr>
        <w:pStyle w:val="ListParagraph"/>
        <w:numPr>
          <w:ilvl w:val="0"/>
          <w:numId w:val="7"/>
        </w:numPr>
        <w:spacing w:line="240" w:lineRule="auto"/>
      </w:pPr>
      <w:r>
        <w:t>Essay Check Chart</w:t>
      </w:r>
    </w:p>
    <w:p w:rsidR="00267CBD" w:rsidRDefault="00267CBD" w:rsidP="00267CBD">
      <w:pPr>
        <w:pStyle w:val="ListParagraph"/>
        <w:numPr>
          <w:ilvl w:val="0"/>
          <w:numId w:val="7"/>
        </w:numPr>
        <w:spacing w:line="240" w:lineRule="auto"/>
      </w:pPr>
      <w:r>
        <w:t>Student writing folders</w:t>
      </w:r>
    </w:p>
    <w:p w:rsidR="00432FD3" w:rsidRPr="00196E4A" w:rsidRDefault="00432FD3"/>
    <w:sectPr w:rsidR="00432FD3" w:rsidRPr="00196E4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TXinwei">
    <w:altName w:val="SimSun"/>
    <w:panose1 w:val="00000000000000000000"/>
    <w:charset w:val="86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ZYaoTi">
    <w:altName w:val="方正姚体"/>
    <w:panose1 w:val="00000000000000000000"/>
    <w:charset w:val="86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6E7A3C"/>
    <w:multiLevelType w:val="hybridMultilevel"/>
    <w:tmpl w:val="2D2EC6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52269C"/>
    <w:multiLevelType w:val="hybridMultilevel"/>
    <w:tmpl w:val="F44EF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696CE5"/>
    <w:multiLevelType w:val="hybridMultilevel"/>
    <w:tmpl w:val="A5EA9A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491369"/>
    <w:multiLevelType w:val="hybridMultilevel"/>
    <w:tmpl w:val="B5F88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243E63"/>
    <w:multiLevelType w:val="hybridMultilevel"/>
    <w:tmpl w:val="2B641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C8305D"/>
    <w:multiLevelType w:val="hybridMultilevel"/>
    <w:tmpl w:val="9F04F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EE4BF6"/>
    <w:multiLevelType w:val="hybridMultilevel"/>
    <w:tmpl w:val="9E001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645739"/>
    <w:multiLevelType w:val="hybridMultilevel"/>
    <w:tmpl w:val="CB4E2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50B2E"/>
    <w:multiLevelType w:val="hybridMultilevel"/>
    <w:tmpl w:val="D52A6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D65FF3"/>
    <w:multiLevelType w:val="hybridMultilevel"/>
    <w:tmpl w:val="70C83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7"/>
  </w:num>
  <w:num w:numId="6">
    <w:abstractNumId w:val="6"/>
  </w:num>
  <w:num w:numId="7">
    <w:abstractNumId w:val="1"/>
  </w:num>
  <w:num w:numId="8">
    <w:abstractNumId w:val="9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E4A"/>
    <w:rsid w:val="00061A67"/>
    <w:rsid w:val="0008652E"/>
    <w:rsid w:val="00112027"/>
    <w:rsid w:val="00196E4A"/>
    <w:rsid w:val="00226BD2"/>
    <w:rsid w:val="002348E0"/>
    <w:rsid w:val="00267CBD"/>
    <w:rsid w:val="003A21F5"/>
    <w:rsid w:val="003D3AA9"/>
    <w:rsid w:val="00432FD3"/>
    <w:rsid w:val="004E344B"/>
    <w:rsid w:val="004E5159"/>
    <w:rsid w:val="005567CF"/>
    <w:rsid w:val="006E2D02"/>
    <w:rsid w:val="007046E9"/>
    <w:rsid w:val="00711744"/>
    <w:rsid w:val="00742864"/>
    <w:rsid w:val="007573C5"/>
    <w:rsid w:val="007A71AE"/>
    <w:rsid w:val="007D6BF4"/>
    <w:rsid w:val="00875483"/>
    <w:rsid w:val="00912C1F"/>
    <w:rsid w:val="00930197"/>
    <w:rsid w:val="009B5288"/>
    <w:rsid w:val="00B063BD"/>
    <w:rsid w:val="00BE0B41"/>
    <w:rsid w:val="00C3511C"/>
    <w:rsid w:val="00C64805"/>
    <w:rsid w:val="00ED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DACA71-E241-4395-99BA-989BC5A3A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6BF4"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bottom w:val="single" w:sz="4" w:space="1" w:color="4F81BD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4F81B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7"/>
      <w:sz w:val="64"/>
      <w:szCs w:val="64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4F81BD" w:themeColor="accent1"/>
      <w:spacing w:val="-7"/>
      <w:sz w:val="64"/>
      <w:szCs w:val="64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4F81BD" w:themeColor="accen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595959" w:themeColor="text1" w:themeTint="A6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Reference">
    <w:name w:val="Subtle Reference"/>
    <w:basedOn w:val="DefaultParagraphFont"/>
    <w:uiPriority w:val="31"/>
    <w:qFormat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smallCaps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NoSpacing">
    <w:name w:val="No Spacing"/>
    <w:uiPriority w:val="1"/>
    <w:qFormat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39"/>
    <w:rsid w:val="00ED47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32F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cate\AppData\Roaming\Microsoft\Templates\Facet%20design%20(blank).dotx" TargetMode="External"/></Relationships>
</file>

<file path=word/theme/theme1.xml><?xml version="1.0" encoding="utf-8"?>
<a:theme xmlns:a="http://schemas.openxmlformats.org/drawingml/2006/main" name="Facet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3A06CB4F-E30C-4771-94AE-F7169303B6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Facet design (blank)</Template>
  <TotalTime>16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Maxwell Fazio</dc:creator>
  <cp:keywords/>
  <cp:lastModifiedBy>Education</cp:lastModifiedBy>
  <cp:revision>4</cp:revision>
  <dcterms:created xsi:type="dcterms:W3CDTF">2014-06-11T16:47:00Z</dcterms:created>
  <dcterms:modified xsi:type="dcterms:W3CDTF">2014-06-11T17:04:00Z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TC034577059991</vt:lpwstr>
  </property>
</Properties>
</file>